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DCCCFB" w14:textId="06A5E74E" w:rsidR="00256EA0" w:rsidRPr="007D4C46" w:rsidRDefault="00090F95" w:rsidP="00256EA0">
      <w:pPr>
        <w:rPr>
          <w:rFonts w:ascii="Arial" w:hAnsi="Arial" w:cs="Arial"/>
          <w:sz w:val="22"/>
          <w:lang w:val="en-GB"/>
        </w:rPr>
      </w:pPr>
      <w:r w:rsidRPr="007D4C46">
        <w:rPr>
          <w:noProof/>
          <w:sz w:val="20"/>
        </w:rPr>
        <mc:AlternateContent>
          <mc:Choice Requires="wps">
            <w:drawing>
              <wp:anchor distT="0" distB="0" distL="114300" distR="114300" simplePos="0" relativeHeight="251664384" behindDoc="0" locked="0" layoutInCell="1" allowOverlap="1" wp14:anchorId="7705C607" wp14:editId="11945D5F">
                <wp:simplePos x="0" y="0"/>
                <wp:positionH relativeFrom="column">
                  <wp:posOffset>-85090</wp:posOffset>
                </wp:positionH>
                <wp:positionV relativeFrom="paragraph">
                  <wp:posOffset>-702733</wp:posOffset>
                </wp:positionV>
                <wp:extent cx="3543300" cy="594995"/>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7024CF" w14:textId="31577D50" w:rsidR="00D175D2" w:rsidRPr="004D3E65" w:rsidRDefault="00D175D2" w:rsidP="00D175D2">
                            <w:pPr>
                              <w:pStyle w:val="PIAnkndigung"/>
                              <w:rPr>
                                <w:lang w:val="en-GB"/>
                              </w:rPr>
                            </w:pPr>
                            <w:r w:rsidRPr="004D3E65">
                              <w:rPr>
                                <w:lang w:val="en-GB"/>
                              </w:rPr>
                              <w:t xml:space="preserve">Eplan </w:t>
                            </w:r>
                            <w:r w:rsidR="004D3E65" w:rsidRPr="004D3E65">
                              <w:rPr>
                                <w:lang w:val="en-GB"/>
                              </w:rPr>
                              <w:t>at the</w:t>
                            </w:r>
                            <w:r w:rsidRPr="004D3E65">
                              <w:rPr>
                                <w:lang w:val="en-GB"/>
                              </w:rPr>
                              <w:t xml:space="preserve"> Hannover Messe</w:t>
                            </w:r>
                            <w:r w:rsidR="00B615E2" w:rsidRPr="004D3E65">
                              <w:rPr>
                                <w:lang w:val="en-GB"/>
                              </w:rPr>
                              <w:t xml:space="preserve"> Digital Edition</w:t>
                            </w:r>
                          </w:p>
                          <w:p w14:paraId="0740DEA9" w14:textId="2FE2F82C" w:rsidR="00B615E2" w:rsidRPr="004D3E65" w:rsidRDefault="00B615E2" w:rsidP="00B615E2">
                            <w:pPr>
                              <w:pStyle w:val="PIAnkndigung"/>
                              <w:rPr>
                                <w:lang w:val="en-GB"/>
                              </w:rPr>
                            </w:pPr>
                            <w:r w:rsidRPr="004D3E65">
                              <w:rPr>
                                <w:lang w:val="en-GB"/>
                              </w:rPr>
                              <w:t>12</w:t>
                            </w:r>
                            <w:r w:rsidR="004D3E65" w:rsidRPr="004D3E65">
                              <w:rPr>
                                <w:lang w:val="en-GB"/>
                              </w:rPr>
                              <w:t xml:space="preserve"> to 16 April</w:t>
                            </w:r>
                            <w:r w:rsidRPr="004D3E65">
                              <w:rPr>
                                <w:lang w:val="en-GB"/>
                              </w:rPr>
                              <w:t xml:space="preserve"> 2021</w:t>
                            </w:r>
                          </w:p>
                          <w:p w14:paraId="5EAABB7B" w14:textId="77777777" w:rsidR="00D175D2" w:rsidRPr="004D3E65" w:rsidRDefault="00D175D2" w:rsidP="00D175D2">
                            <w:pPr>
                              <w:pStyle w:val="PIAnkndigung"/>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05C607" id="_x0000_t202" coordsize="21600,21600" o:spt="202" path="m,l,21600r21600,l21600,xe">
                <v:stroke joinstyle="miter"/>
                <v:path gradientshapeok="t" o:connecttype="rect"/>
              </v:shapetype>
              <v:shape id="Textfeld 6" o:spid="_x0000_s1026" type="#_x0000_t202" style="position:absolute;margin-left:-6.7pt;margin-top:-55.35pt;width:279pt;height:4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" stroked="f">
                <v:textbox>
                  <w:txbxContent>
                    <w:p w14:paraId="367024CF" w14:textId="31577D50" w:rsidR="00D175D2" w:rsidRPr="004D3E65" w:rsidRDefault="00D175D2" w:rsidP="00D175D2">
                      <w:pPr>
                        <w:pStyle w:val="PIAnkndigung"/>
                        <w:rPr>
                          <w:lang w:val="en-GB"/>
                        </w:rPr>
                      </w:pPr>
                      <w:r w:rsidRPr="004D3E65">
                        <w:rPr>
                          <w:lang w:val="en-GB"/>
                        </w:rPr>
                        <w:t xml:space="preserve">Eplan </w:t>
                      </w:r>
                      <w:r w:rsidR="004D3E65" w:rsidRPr="004D3E65">
                        <w:rPr>
                          <w:lang w:val="en-GB"/>
                        </w:rPr>
                        <w:t>at the</w:t>
                      </w:r>
                      <w:r w:rsidRPr="004D3E65">
                        <w:rPr>
                          <w:lang w:val="en-GB"/>
                        </w:rPr>
                        <w:t xml:space="preserve"> Hannover Messe</w:t>
                      </w:r>
                      <w:r w:rsidR="00B615E2" w:rsidRPr="004D3E65">
                        <w:rPr>
                          <w:lang w:val="en-GB"/>
                        </w:rPr>
                        <w:t xml:space="preserve"> Digital Edition</w:t>
                      </w:r>
                    </w:p>
                    <w:p w14:paraId="0740DEA9" w14:textId="2FE2F82C" w:rsidR="00B615E2" w:rsidRPr="004D3E65" w:rsidRDefault="00B615E2" w:rsidP="00B615E2">
                      <w:pPr>
                        <w:pStyle w:val="PIAnkndigung"/>
                        <w:rPr>
                          <w:lang w:val="en-GB"/>
                        </w:rPr>
                      </w:pPr>
                      <w:r w:rsidRPr="004D3E65">
                        <w:rPr>
                          <w:lang w:val="en-GB"/>
                        </w:rPr>
                        <w:t>12</w:t>
                      </w:r>
                      <w:r w:rsidR="004D3E65" w:rsidRPr="004D3E65">
                        <w:rPr>
                          <w:lang w:val="en-GB"/>
                        </w:rPr>
                        <w:t xml:space="preserve"> to 16 April</w:t>
                      </w:r>
                      <w:r w:rsidRPr="004D3E65">
                        <w:rPr>
                          <w:lang w:val="en-GB"/>
                        </w:rPr>
                        <w:t xml:space="preserve"> 2021</w:t>
                      </w:r>
                    </w:p>
                    <w:p w14:paraId="5EAABB7B" w14:textId="77777777" w:rsidR="00D175D2" w:rsidRPr="004D3E65" w:rsidRDefault="00D175D2" w:rsidP="00D175D2">
                      <w:pPr>
                        <w:pStyle w:val="PIAnkndigung"/>
                        <w:rPr>
                          <w:lang w:val="en-GB"/>
                        </w:rPr>
                      </w:pPr>
                    </w:p>
                  </w:txbxContent>
                </v:textbox>
              </v:shape>
            </w:pict>
          </mc:Fallback>
        </mc:AlternateContent>
      </w:r>
    </w:p>
    <w:p w14:paraId="1FB09C8A" w14:textId="1A7806DC" w:rsidR="00D43B60" w:rsidRPr="007D4C46" w:rsidRDefault="00FA5D65" w:rsidP="00D43B60">
      <w:pPr>
        <w:pStyle w:val="PIDachzeile"/>
        <w:tabs>
          <w:tab w:val="left" w:pos="1309"/>
        </w:tabs>
        <w:ind w:right="3490"/>
        <w:rPr>
          <w:iCs w:val="0"/>
          <w:sz w:val="20"/>
          <w:szCs w:val="20"/>
          <w:lang w:val="en-GB"/>
        </w:rPr>
      </w:pPr>
      <w:r w:rsidRPr="007D4C46">
        <w:rPr>
          <w:b/>
          <w:bCs/>
          <w:noProof/>
          <w:sz w:val="20"/>
          <w:szCs w:val="20"/>
          <w:u w:val="none"/>
        </w:rPr>
        <mc:AlternateContent>
          <mc:Choice Requires="wps">
            <w:drawing>
              <wp:anchor distT="0" distB="0" distL="114300" distR="114300" simplePos="0" relativeHeight="251662336" behindDoc="0" locked="0" layoutInCell="1" allowOverlap="1" wp14:anchorId="71D15073" wp14:editId="06084038">
                <wp:simplePos x="0" y="0"/>
                <wp:positionH relativeFrom="column">
                  <wp:posOffset>3642995</wp:posOffset>
                </wp:positionH>
                <wp:positionV relativeFrom="paragraph">
                  <wp:posOffset>-20320</wp:posOffset>
                </wp:positionV>
                <wp:extent cx="2633980" cy="3331845"/>
                <wp:effectExtent l="0" t="0" r="0" b="190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1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rsidRPr="004D3E65" w14:paraId="797EEB7E" w14:textId="77777777">
                              <w:trPr>
                                <w:cantSplit/>
                                <w:trHeight w:hRule="exact" w:val="567"/>
                              </w:trPr>
                              <w:tc>
                                <w:tcPr>
                                  <w:tcW w:w="3864" w:type="dxa"/>
                                  <w:tcBorders>
                                    <w:right w:val="single" w:sz="6" w:space="0" w:color="auto"/>
                                  </w:tcBorders>
                                  <w:tcMar>
                                    <w:right w:w="170" w:type="dxa"/>
                                  </w:tcMar>
                                </w:tcPr>
                                <w:p w14:paraId="007A93A6" w14:textId="77777777" w:rsidR="0047607D" w:rsidRPr="004D3E65" w:rsidRDefault="0047607D">
                                  <w:pPr>
                                    <w:pStyle w:val="PIKontakt"/>
                                    <w:tabs>
                                      <w:tab w:val="left" w:pos="3600"/>
                                    </w:tabs>
                                    <w:rPr>
                                      <w:lang w:val="en-GB"/>
                                    </w:rPr>
                                  </w:pPr>
                                </w:p>
                              </w:tc>
                            </w:tr>
                            <w:tr w:rsidR="0047607D" w:rsidRPr="004D3E65" w14:paraId="731597DD" w14:textId="77777777">
                              <w:tc>
                                <w:tcPr>
                                  <w:tcW w:w="3864" w:type="dxa"/>
                                  <w:tcBorders>
                                    <w:right w:val="single" w:sz="6" w:space="0" w:color="auto"/>
                                  </w:tcBorders>
                                  <w:tcMar>
                                    <w:right w:w="170" w:type="dxa"/>
                                  </w:tcMar>
                                </w:tcPr>
                                <w:p w14:paraId="151D36B7" w14:textId="58C44CE7" w:rsidR="0047607D" w:rsidRPr="004D3E65" w:rsidRDefault="0047607D">
                                  <w:pPr>
                                    <w:pStyle w:val="PIKontakt"/>
                                    <w:rPr>
                                      <w:b/>
                                      <w:lang w:val="en-GB"/>
                                    </w:rPr>
                                  </w:pPr>
                                  <w:r w:rsidRPr="004D3E65">
                                    <w:rPr>
                                      <w:b/>
                                      <w:lang w:val="en-GB"/>
                                    </w:rPr>
                                    <w:t>P</w:t>
                                  </w:r>
                                  <w:r w:rsidR="005D6E32" w:rsidRPr="004D3E65">
                                    <w:rPr>
                                      <w:b/>
                                      <w:lang w:val="en-GB"/>
                                    </w:rPr>
                                    <w:t>ublic Relations</w:t>
                                  </w:r>
                                </w:p>
                                <w:p w14:paraId="1CC8C5C0" w14:textId="5768E296" w:rsidR="0047607D" w:rsidRPr="004D3E65" w:rsidRDefault="0047607D" w:rsidP="00374B1B">
                                  <w:pPr>
                                    <w:pStyle w:val="PIKontakt"/>
                                    <w:rPr>
                                      <w:lang w:val="en-GB"/>
                                    </w:rPr>
                                  </w:pPr>
                                  <w:r w:rsidRPr="004D3E65">
                                    <w:rPr>
                                      <w:lang w:val="en-GB"/>
                                    </w:rPr>
                                    <w:t>Birgit Hagelschuer</w:t>
                                  </w:r>
                                  <w:r w:rsidRPr="004D3E65">
                                    <w:rPr>
                                      <w:lang w:val="en-GB"/>
                                    </w:rPr>
                                    <w:br/>
                                    <w:t xml:space="preserve">Phone +49 </w:t>
                                  </w:r>
                                  <w:r w:rsidRPr="004D3E65">
                                    <w:rPr>
                                      <w:bCs/>
                                      <w:color w:val="000000"/>
                                      <w:szCs w:val="18"/>
                                      <w:lang w:val="en-GB"/>
                                    </w:rPr>
                                    <w:t>2173 3964-180</w:t>
                                  </w:r>
                                  <w:r w:rsidRPr="004D3E65">
                                    <w:rPr>
                                      <w:lang w:val="en-GB"/>
                                    </w:rPr>
                                    <w:br/>
                                    <w:t xml:space="preserve">Fax +49 </w:t>
                                  </w:r>
                                  <w:r w:rsidRPr="004D3E65">
                                    <w:rPr>
                                      <w:bCs/>
                                      <w:color w:val="000000"/>
                                      <w:szCs w:val="18"/>
                                      <w:lang w:val="en-GB"/>
                                    </w:rPr>
                                    <w:t>2173 3964-613</w:t>
                                  </w:r>
                                  <w:r w:rsidRPr="004D3E65">
                                    <w:rPr>
                                      <w:lang w:val="en-GB"/>
                                    </w:rPr>
                                    <w:br/>
                                    <w:t>E-Mail: hagelschuer.b@eplan.de</w:t>
                                  </w:r>
                                </w:p>
                                <w:p w14:paraId="5D572439" w14:textId="1D76B65A" w:rsidR="0047607D" w:rsidRPr="00293DD1" w:rsidRDefault="0047607D" w:rsidP="00374B1B">
                                  <w:pPr>
                                    <w:pStyle w:val="PIKontakt"/>
                                  </w:pPr>
                                  <w:r w:rsidRPr="004D3E65">
                                    <w:rPr>
                                      <w:szCs w:val="18"/>
                                      <w:lang w:val="en-GB"/>
                                    </w:rPr>
                                    <w:t xml:space="preserve">EPLAN Software &amp; Service GmbH &amp; Co. </w:t>
                                  </w:r>
                                  <w:r w:rsidRPr="00293DD1">
                                    <w:rPr>
                                      <w:szCs w:val="18"/>
                                    </w:rPr>
                                    <w:t>KG</w:t>
                                  </w:r>
                                  <w:r w:rsidRPr="00293DD1">
                                    <w:rPr>
                                      <w:szCs w:val="18"/>
                                    </w:rPr>
                                    <w:br/>
                                    <w:t>An der alten Ziegelei 2</w:t>
                                  </w:r>
                                  <w:r w:rsidRPr="00293DD1">
                                    <w:rPr>
                                      <w:szCs w:val="18"/>
                                    </w:rPr>
                                    <w:br/>
                                    <w:t>40789 Monheim am Rhein</w:t>
                                  </w:r>
                                  <w:r w:rsidR="005D6E32" w:rsidRPr="00293DD1">
                                    <w:rPr>
                                      <w:szCs w:val="18"/>
                                    </w:rPr>
                                    <w:br/>
                                    <w:t>Germany</w:t>
                                  </w:r>
                                  <w:r w:rsidRPr="00293DD1">
                                    <w:rPr>
                                      <w:szCs w:val="18"/>
                                    </w:rPr>
                                    <w:br/>
                                  </w:r>
                                  <w:r w:rsidRPr="00293DD1">
                                    <w:t>www.eplan.de</w:t>
                                  </w:r>
                                </w:p>
                              </w:tc>
                            </w:tr>
                            <w:tr w:rsidR="0047607D" w:rsidRPr="004D3E65" w14:paraId="471C7518" w14:textId="77777777">
                              <w:trPr>
                                <w:trHeight w:val="1418"/>
                              </w:trPr>
                              <w:tc>
                                <w:tcPr>
                                  <w:tcW w:w="3864" w:type="dxa"/>
                                  <w:tcBorders>
                                    <w:right w:val="single" w:sz="6" w:space="0" w:color="auto"/>
                                  </w:tcBorders>
                                  <w:tcMar>
                                    <w:right w:w="170" w:type="dxa"/>
                                  </w:tcMar>
                                </w:tcPr>
                                <w:p w14:paraId="1E6FEE7A" w14:textId="77777777" w:rsidR="0047607D" w:rsidRPr="00293DD1" w:rsidRDefault="0047607D">
                                  <w:pPr>
                                    <w:pStyle w:val="PIKontakt"/>
                                    <w:tabs>
                                      <w:tab w:val="left" w:pos="3600"/>
                                    </w:tabs>
                                  </w:pPr>
                                </w:p>
                              </w:tc>
                            </w:tr>
                          </w:tbl>
                          <w:p w14:paraId="29C4EB18" w14:textId="77777777" w:rsidR="0047607D" w:rsidRPr="00293DD1" w:rsidRDefault="0047607D"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D15073" id="_x0000_t202" coordsize="21600,21600" o:spt="202" path="m,l,21600r21600,l21600,xe">
                <v:stroke joinstyle="miter"/>
                <v:path gradientshapeok="t" o:connecttype="rect"/>
              </v:shapetype>
              <v:shape id="Text Box 5" o:spid="_x0000_s1027" type="#_x0000_t202" style="position:absolute;margin-left:286.85pt;margin-top:-1.6pt;width:207.4pt;height:26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rsidRPr="004D3E65" w14:paraId="797EEB7E" w14:textId="77777777">
                        <w:trPr>
                          <w:cantSplit/>
                          <w:trHeight w:hRule="exact" w:val="567"/>
                        </w:trPr>
                        <w:tc>
                          <w:tcPr>
                            <w:tcW w:w="3864" w:type="dxa"/>
                            <w:tcBorders>
                              <w:right w:val="single" w:sz="6" w:space="0" w:color="auto"/>
                            </w:tcBorders>
                            <w:tcMar>
                              <w:right w:w="170" w:type="dxa"/>
                            </w:tcMar>
                          </w:tcPr>
                          <w:p w14:paraId="007A93A6" w14:textId="77777777" w:rsidR="0047607D" w:rsidRPr="004D3E65" w:rsidRDefault="0047607D">
                            <w:pPr>
                              <w:pStyle w:val="PIKontakt"/>
                              <w:tabs>
                                <w:tab w:val="left" w:pos="3600"/>
                              </w:tabs>
                              <w:rPr>
                                <w:lang w:val="en-GB"/>
                              </w:rPr>
                            </w:pPr>
                          </w:p>
                        </w:tc>
                      </w:tr>
                      <w:tr w:rsidR="0047607D" w:rsidRPr="004D3E65" w14:paraId="731597DD" w14:textId="77777777">
                        <w:tc>
                          <w:tcPr>
                            <w:tcW w:w="3864" w:type="dxa"/>
                            <w:tcBorders>
                              <w:right w:val="single" w:sz="6" w:space="0" w:color="auto"/>
                            </w:tcBorders>
                            <w:tcMar>
                              <w:right w:w="170" w:type="dxa"/>
                            </w:tcMar>
                          </w:tcPr>
                          <w:p w14:paraId="151D36B7" w14:textId="58C44CE7" w:rsidR="0047607D" w:rsidRPr="004D3E65" w:rsidRDefault="0047607D">
                            <w:pPr>
                              <w:pStyle w:val="PIKontakt"/>
                              <w:rPr>
                                <w:b/>
                                <w:lang w:val="en-GB"/>
                              </w:rPr>
                            </w:pPr>
                            <w:r w:rsidRPr="004D3E65">
                              <w:rPr>
                                <w:b/>
                                <w:lang w:val="en-GB"/>
                              </w:rPr>
                              <w:t>P</w:t>
                            </w:r>
                            <w:r w:rsidR="005D6E32" w:rsidRPr="004D3E65">
                              <w:rPr>
                                <w:b/>
                                <w:lang w:val="en-GB"/>
                              </w:rPr>
                              <w:t>ublic Relations</w:t>
                            </w:r>
                          </w:p>
                          <w:p w14:paraId="1CC8C5C0" w14:textId="5768E296" w:rsidR="0047607D" w:rsidRPr="004D3E65" w:rsidRDefault="0047607D" w:rsidP="00374B1B">
                            <w:pPr>
                              <w:pStyle w:val="PIKontakt"/>
                              <w:rPr>
                                <w:lang w:val="en-GB"/>
                              </w:rPr>
                            </w:pPr>
                            <w:r w:rsidRPr="004D3E65">
                              <w:rPr>
                                <w:lang w:val="en-GB"/>
                              </w:rPr>
                              <w:t>Birgit Hagelschuer</w:t>
                            </w:r>
                            <w:r w:rsidRPr="004D3E65">
                              <w:rPr>
                                <w:lang w:val="en-GB"/>
                              </w:rPr>
                              <w:br/>
                              <w:t xml:space="preserve">Phone +49 </w:t>
                            </w:r>
                            <w:r w:rsidRPr="004D3E65">
                              <w:rPr>
                                <w:bCs/>
                                <w:color w:val="000000"/>
                                <w:szCs w:val="18"/>
                                <w:lang w:val="en-GB"/>
                              </w:rPr>
                              <w:t>2173 3964-180</w:t>
                            </w:r>
                            <w:r w:rsidRPr="004D3E65">
                              <w:rPr>
                                <w:lang w:val="en-GB"/>
                              </w:rPr>
                              <w:br/>
                              <w:t xml:space="preserve">Fax +49 </w:t>
                            </w:r>
                            <w:r w:rsidRPr="004D3E65">
                              <w:rPr>
                                <w:bCs/>
                                <w:color w:val="000000"/>
                                <w:szCs w:val="18"/>
                                <w:lang w:val="en-GB"/>
                              </w:rPr>
                              <w:t>2173 3964-613</w:t>
                            </w:r>
                            <w:r w:rsidRPr="004D3E65">
                              <w:rPr>
                                <w:lang w:val="en-GB"/>
                              </w:rPr>
                              <w:br/>
                              <w:t>E-Mail: hagelschuer.b@eplan.de</w:t>
                            </w:r>
                          </w:p>
                          <w:p w14:paraId="5D572439" w14:textId="1D76B65A" w:rsidR="0047607D" w:rsidRPr="00293DD1" w:rsidRDefault="0047607D" w:rsidP="00374B1B">
                            <w:pPr>
                              <w:pStyle w:val="PIKontakt"/>
                            </w:pPr>
                            <w:r w:rsidRPr="004D3E65">
                              <w:rPr>
                                <w:szCs w:val="18"/>
                                <w:lang w:val="en-GB"/>
                              </w:rPr>
                              <w:t xml:space="preserve">EPLAN Software &amp; Service GmbH &amp; Co. </w:t>
                            </w:r>
                            <w:r w:rsidRPr="00293DD1">
                              <w:rPr>
                                <w:szCs w:val="18"/>
                              </w:rPr>
                              <w:t>KG</w:t>
                            </w:r>
                            <w:r w:rsidRPr="00293DD1">
                              <w:rPr>
                                <w:szCs w:val="18"/>
                              </w:rPr>
                              <w:br/>
                              <w:t>An der alten Ziegelei 2</w:t>
                            </w:r>
                            <w:r w:rsidRPr="00293DD1">
                              <w:rPr>
                                <w:szCs w:val="18"/>
                              </w:rPr>
                              <w:br/>
                              <w:t>40789 Monheim am Rhein</w:t>
                            </w:r>
                            <w:r w:rsidR="005D6E32" w:rsidRPr="00293DD1">
                              <w:rPr>
                                <w:szCs w:val="18"/>
                              </w:rPr>
                              <w:br/>
                              <w:t>Germany</w:t>
                            </w:r>
                            <w:r w:rsidRPr="00293DD1">
                              <w:rPr>
                                <w:szCs w:val="18"/>
                              </w:rPr>
                              <w:br/>
                            </w:r>
                            <w:r w:rsidRPr="00293DD1">
                              <w:t>www.eplan.de</w:t>
                            </w:r>
                          </w:p>
                        </w:tc>
                      </w:tr>
                      <w:tr w:rsidR="0047607D" w:rsidRPr="004D3E65" w14:paraId="471C7518" w14:textId="77777777">
                        <w:trPr>
                          <w:trHeight w:val="1418"/>
                        </w:trPr>
                        <w:tc>
                          <w:tcPr>
                            <w:tcW w:w="3864" w:type="dxa"/>
                            <w:tcBorders>
                              <w:right w:val="single" w:sz="6" w:space="0" w:color="auto"/>
                            </w:tcBorders>
                            <w:tcMar>
                              <w:right w:w="170" w:type="dxa"/>
                            </w:tcMar>
                          </w:tcPr>
                          <w:p w14:paraId="1E6FEE7A" w14:textId="77777777" w:rsidR="0047607D" w:rsidRPr="00293DD1" w:rsidRDefault="0047607D">
                            <w:pPr>
                              <w:pStyle w:val="PIKontakt"/>
                              <w:tabs>
                                <w:tab w:val="left" w:pos="3600"/>
                              </w:tabs>
                            </w:pPr>
                          </w:p>
                        </w:tc>
                      </w:tr>
                    </w:tbl>
                    <w:p w14:paraId="29C4EB18" w14:textId="77777777" w:rsidR="0047607D" w:rsidRPr="00293DD1" w:rsidRDefault="0047607D" w:rsidP="0047607D"/>
                  </w:txbxContent>
                </v:textbox>
              </v:shape>
            </w:pict>
          </mc:Fallback>
        </mc:AlternateContent>
      </w:r>
      <w:r w:rsidR="003B5C7C" w:rsidRPr="007D4C46">
        <w:rPr>
          <w:iCs w:val="0"/>
          <w:sz w:val="20"/>
          <w:szCs w:val="20"/>
          <w:lang w:val="en-GB"/>
        </w:rPr>
        <w:t>Cloud</w:t>
      </w:r>
      <w:r w:rsidR="004D3E65">
        <w:rPr>
          <w:iCs w:val="0"/>
          <w:sz w:val="20"/>
          <w:szCs w:val="20"/>
          <w:lang w:val="en-GB"/>
        </w:rPr>
        <w:t xml:space="preserve"> service meets the </w:t>
      </w:r>
      <w:r w:rsidR="003B5C7C" w:rsidRPr="007D4C46">
        <w:rPr>
          <w:iCs w:val="0"/>
          <w:sz w:val="20"/>
          <w:szCs w:val="20"/>
          <w:lang w:val="en-GB"/>
        </w:rPr>
        <w:t>Eplan Platform</w:t>
      </w:r>
      <w:r w:rsidR="002077D7" w:rsidRPr="007D4C46">
        <w:rPr>
          <w:iCs w:val="0"/>
          <w:sz w:val="20"/>
          <w:szCs w:val="20"/>
          <w:lang w:val="en-GB"/>
        </w:rPr>
        <w:t xml:space="preserve"> </w:t>
      </w:r>
    </w:p>
    <w:p w14:paraId="55722E6D" w14:textId="746FE1AF" w:rsidR="005D6283" w:rsidRPr="007D4C46" w:rsidRDefault="003B5C7C" w:rsidP="00D43B60">
      <w:pPr>
        <w:pStyle w:val="PIDachzeile"/>
        <w:tabs>
          <w:tab w:val="left" w:pos="5580"/>
        </w:tabs>
        <w:ind w:right="3490"/>
        <w:rPr>
          <w:b/>
          <w:bCs/>
          <w:i w:val="0"/>
          <w:sz w:val="28"/>
          <w:szCs w:val="28"/>
          <w:u w:val="none"/>
          <w:lang w:val="en-GB"/>
        </w:rPr>
      </w:pPr>
      <w:r w:rsidRPr="007D4C46">
        <w:rPr>
          <w:b/>
          <w:bCs/>
          <w:i w:val="0"/>
          <w:sz w:val="28"/>
          <w:szCs w:val="28"/>
          <w:u w:val="none"/>
          <w:lang w:val="en-GB"/>
        </w:rPr>
        <w:t xml:space="preserve">Eplan </w:t>
      </w:r>
      <w:proofErr w:type="spellStart"/>
      <w:r w:rsidRPr="007D4C46">
        <w:rPr>
          <w:b/>
          <w:bCs/>
          <w:i w:val="0"/>
          <w:sz w:val="28"/>
          <w:szCs w:val="28"/>
          <w:u w:val="none"/>
          <w:lang w:val="en-GB"/>
        </w:rPr>
        <w:t>eManage</w:t>
      </w:r>
      <w:proofErr w:type="spellEnd"/>
      <w:r w:rsidRPr="007D4C46">
        <w:rPr>
          <w:b/>
          <w:bCs/>
          <w:i w:val="0"/>
          <w:sz w:val="28"/>
          <w:szCs w:val="28"/>
          <w:u w:val="none"/>
          <w:lang w:val="en-GB"/>
        </w:rPr>
        <w:t xml:space="preserve">: </w:t>
      </w:r>
      <w:r w:rsidR="008E2DBB" w:rsidRPr="007D4C46">
        <w:rPr>
          <w:b/>
          <w:bCs/>
          <w:i w:val="0"/>
          <w:sz w:val="28"/>
          <w:szCs w:val="28"/>
          <w:u w:val="none"/>
          <w:lang w:val="en-GB"/>
        </w:rPr>
        <w:t>E</w:t>
      </w:r>
      <w:r w:rsidR="004D3E65">
        <w:rPr>
          <w:b/>
          <w:bCs/>
          <w:i w:val="0"/>
          <w:sz w:val="28"/>
          <w:szCs w:val="28"/>
          <w:u w:val="none"/>
          <w:lang w:val="en-GB"/>
        </w:rPr>
        <w:t>asily upload, share and manage projects in the cloud</w:t>
      </w:r>
    </w:p>
    <w:p w14:paraId="2B76A8D7" w14:textId="496710B0" w:rsidR="004D3E65" w:rsidRDefault="004D3E65" w:rsidP="00A40C2C">
      <w:pPr>
        <w:pStyle w:val="StandardWeb"/>
        <w:spacing w:after="240" w:afterAutospacing="0" w:line="312" w:lineRule="auto"/>
        <w:ind w:right="3493"/>
        <w:rPr>
          <w:rFonts w:ascii="Arial" w:hAnsi="Arial" w:cs="Arial"/>
          <w:b/>
          <w:sz w:val="22"/>
          <w:szCs w:val="22"/>
          <w:lang w:val="en-GB"/>
        </w:rPr>
      </w:pPr>
      <w:r>
        <w:rPr>
          <w:rFonts w:ascii="Arial" w:hAnsi="Arial" w:cs="Arial"/>
          <w:b/>
          <w:sz w:val="22"/>
          <w:szCs w:val="22"/>
          <w:lang w:val="en-GB"/>
        </w:rPr>
        <w:t>The digital transformation of engineering continues advancing. As part of its cloud services, Eplan is presenting a new service for cross-project collaboration</w:t>
      </w:r>
      <w:r w:rsidR="00B11D7C">
        <w:rPr>
          <w:rFonts w:ascii="Arial" w:hAnsi="Arial" w:cs="Arial"/>
          <w:b/>
          <w:sz w:val="22"/>
          <w:szCs w:val="22"/>
          <w:lang w:val="en-GB"/>
        </w:rPr>
        <w:t xml:space="preserve"> – </w:t>
      </w:r>
      <w:r>
        <w:rPr>
          <w:rFonts w:ascii="Arial" w:hAnsi="Arial" w:cs="Arial"/>
          <w:b/>
          <w:sz w:val="22"/>
          <w:szCs w:val="22"/>
          <w:lang w:val="en-GB"/>
        </w:rPr>
        <w:t xml:space="preserve">Eplan </w:t>
      </w:r>
      <w:proofErr w:type="spellStart"/>
      <w:r>
        <w:rPr>
          <w:rFonts w:ascii="Arial" w:hAnsi="Arial" w:cs="Arial"/>
          <w:b/>
          <w:sz w:val="22"/>
          <w:szCs w:val="22"/>
          <w:lang w:val="en-GB"/>
        </w:rPr>
        <w:t>eManage</w:t>
      </w:r>
      <w:proofErr w:type="spellEnd"/>
      <w:r w:rsidR="00B11D7C">
        <w:rPr>
          <w:rFonts w:ascii="Arial" w:hAnsi="Arial" w:cs="Arial"/>
          <w:b/>
          <w:sz w:val="22"/>
          <w:szCs w:val="22"/>
          <w:lang w:val="en-GB"/>
        </w:rPr>
        <w:t xml:space="preserve"> – which</w:t>
      </w:r>
      <w:r>
        <w:rPr>
          <w:rFonts w:ascii="Arial" w:hAnsi="Arial" w:cs="Arial"/>
          <w:b/>
          <w:sz w:val="22"/>
          <w:szCs w:val="22"/>
          <w:lang w:val="en-GB"/>
        </w:rPr>
        <w:t xml:space="preserve"> lets users upload Eplan Platform projects into the cloud environment and share and </w:t>
      </w:r>
      <w:r w:rsidR="00B11D7C">
        <w:rPr>
          <w:rFonts w:ascii="Arial" w:hAnsi="Arial" w:cs="Arial"/>
          <w:b/>
          <w:sz w:val="22"/>
          <w:szCs w:val="22"/>
          <w:lang w:val="en-GB"/>
        </w:rPr>
        <w:t>work on</w:t>
      </w:r>
      <w:r>
        <w:rPr>
          <w:rFonts w:ascii="Arial" w:hAnsi="Arial" w:cs="Arial"/>
          <w:b/>
          <w:sz w:val="22"/>
          <w:szCs w:val="22"/>
          <w:lang w:val="en-GB"/>
        </w:rPr>
        <w:t xml:space="preserve"> them there. The free version was launched in mid-March – an expanded, paid version will follow in August 2021.</w:t>
      </w:r>
    </w:p>
    <w:p w14:paraId="6E0DC908" w14:textId="09A20D95" w:rsidR="004D3E65" w:rsidRDefault="00390575" w:rsidP="00A40C2C">
      <w:pPr>
        <w:spacing w:after="240" w:line="312" w:lineRule="auto"/>
        <w:ind w:right="3493"/>
        <w:rPr>
          <w:rFonts w:ascii="Arial" w:hAnsi="Arial" w:cs="Arial"/>
          <w:sz w:val="22"/>
          <w:szCs w:val="22"/>
          <w:lang w:val="en-GB"/>
        </w:rPr>
      </w:pPr>
      <w:proofErr w:type="spellStart"/>
      <w:r w:rsidRPr="007D4C46">
        <w:rPr>
          <w:rFonts w:ascii="Arial" w:hAnsi="Arial" w:cs="Arial"/>
          <w:sz w:val="22"/>
          <w:szCs w:val="22"/>
          <w:lang w:val="en-GB"/>
        </w:rPr>
        <w:t>Monheim</w:t>
      </w:r>
      <w:proofErr w:type="spellEnd"/>
      <w:r w:rsidRPr="007D4C46">
        <w:rPr>
          <w:rFonts w:ascii="Arial" w:hAnsi="Arial" w:cs="Arial"/>
          <w:sz w:val="22"/>
          <w:szCs w:val="22"/>
          <w:lang w:val="en-GB"/>
        </w:rPr>
        <w:t xml:space="preserve">, </w:t>
      </w:r>
      <w:r w:rsidR="004D3E65">
        <w:rPr>
          <w:rFonts w:ascii="Arial" w:hAnsi="Arial" w:cs="Arial"/>
          <w:sz w:val="22"/>
          <w:szCs w:val="22"/>
          <w:lang w:val="en-GB"/>
        </w:rPr>
        <w:t xml:space="preserve">Germany, 17 March </w:t>
      </w:r>
      <w:r w:rsidR="003A03B9" w:rsidRPr="007D4C46">
        <w:rPr>
          <w:rFonts w:ascii="Arial" w:hAnsi="Arial" w:cs="Arial"/>
          <w:sz w:val="22"/>
          <w:szCs w:val="22"/>
          <w:lang w:val="en-GB"/>
        </w:rPr>
        <w:t>2021</w:t>
      </w:r>
      <w:r w:rsidR="00BD5EE8" w:rsidRPr="007D4C46">
        <w:rPr>
          <w:rFonts w:ascii="Arial" w:hAnsi="Arial" w:cs="Arial"/>
          <w:sz w:val="22"/>
          <w:szCs w:val="22"/>
          <w:lang w:val="en-GB"/>
        </w:rPr>
        <w:t xml:space="preserve"> –</w:t>
      </w:r>
      <w:r w:rsidR="003A03B9" w:rsidRPr="007D4C46">
        <w:rPr>
          <w:rFonts w:ascii="Arial" w:hAnsi="Arial" w:cs="Arial"/>
          <w:sz w:val="22"/>
          <w:szCs w:val="22"/>
          <w:lang w:val="en-GB"/>
        </w:rPr>
        <w:t xml:space="preserve"> Innovative </w:t>
      </w:r>
      <w:r w:rsidR="004D3E65">
        <w:rPr>
          <w:rFonts w:ascii="Arial" w:hAnsi="Arial" w:cs="Arial"/>
          <w:sz w:val="22"/>
          <w:szCs w:val="22"/>
          <w:lang w:val="en-GB"/>
        </w:rPr>
        <w:t xml:space="preserve">cloud services and the systems of the Eplan Platform are now become increasingly integrated. As a first step, the new software solution Eplan </w:t>
      </w:r>
      <w:proofErr w:type="spellStart"/>
      <w:r w:rsidR="004D3E65">
        <w:rPr>
          <w:rFonts w:ascii="Arial" w:hAnsi="Arial" w:cs="Arial"/>
          <w:sz w:val="22"/>
          <w:szCs w:val="22"/>
          <w:lang w:val="en-GB"/>
        </w:rPr>
        <w:t>eManage</w:t>
      </w:r>
      <w:proofErr w:type="spellEnd"/>
      <w:r w:rsidR="004D3E65">
        <w:rPr>
          <w:rFonts w:ascii="Arial" w:hAnsi="Arial" w:cs="Arial"/>
          <w:sz w:val="22"/>
          <w:szCs w:val="22"/>
          <w:lang w:val="en-GB"/>
        </w:rPr>
        <w:t xml:space="preserve"> Free was launched in mid-March. This free, cloud-based software enables the easy uploading of projects from the Eplan Platform and web browsers into the secure </w:t>
      </w:r>
      <w:proofErr w:type="spellStart"/>
      <w:r w:rsidR="004D3E65">
        <w:rPr>
          <w:rFonts w:ascii="Arial" w:hAnsi="Arial" w:cs="Arial"/>
          <w:sz w:val="22"/>
          <w:szCs w:val="22"/>
          <w:lang w:val="en-GB"/>
        </w:rPr>
        <w:t>ePulse</w:t>
      </w:r>
      <w:proofErr w:type="spellEnd"/>
      <w:r w:rsidR="004D3E65">
        <w:rPr>
          <w:rFonts w:ascii="Arial" w:hAnsi="Arial" w:cs="Arial"/>
          <w:sz w:val="22"/>
          <w:szCs w:val="22"/>
          <w:lang w:val="en-GB"/>
        </w:rPr>
        <w:t xml:space="preserve"> cloud environment. A fee-based version of the software will be released in August</w:t>
      </w:r>
      <w:r w:rsidR="00641E63">
        <w:rPr>
          <w:rFonts w:ascii="Arial" w:hAnsi="Arial" w:cs="Arial"/>
          <w:sz w:val="22"/>
          <w:szCs w:val="22"/>
          <w:lang w:val="en-GB"/>
        </w:rPr>
        <w:t xml:space="preserve"> that</w:t>
      </w:r>
      <w:r w:rsidR="004D3E65">
        <w:rPr>
          <w:rFonts w:ascii="Arial" w:hAnsi="Arial" w:cs="Arial"/>
          <w:sz w:val="22"/>
          <w:szCs w:val="22"/>
          <w:lang w:val="en-GB"/>
        </w:rPr>
        <w:t xml:space="preserve"> will offer expanded functionality.</w:t>
      </w:r>
    </w:p>
    <w:p w14:paraId="482E9875" w14:textId="6AE4CBD9" w:rsidR="00A40C2C" w:rsidRPr="007D4C46" w:rsidRDefault="00641E63" w:rsidP="003A03B9">
      <w:pPr>
        <w:spacing w:after="120" w:line="312" w:lineRule="auto"/>
        <w:ind w:right="3493"/>
        <w:rPr>
          <w:rFonts w:ascii="Arial" w:hAnsi="Arial" w:cs="Arial"/>
          <w:b/>
          <w:sz w:val="22"/>
          <w:szCs w:val="22"/>
          <w:lang w:val="en-GB"/>
        </w:rPr>
      </w:pPr>
      <w:r>
        <w:rPr>
          <w:rFonts w:ascii="Arial" w:hAnsi="Arial" w:cs="Arial"/>
          <w:b/>
          <w:sz w:val="22"/>
          <w:szCs w:val="22"/>
          <w:lang w:val="en-GB"/>
        </w:rPr>
        <w:t>Cross-project collaboration</w:t>
      </w:r>
    </w:p>
    <w:p w14:paraId="69ECABC9" w14:textId="69C91F79" w:rsidR="00641E63" w:rsidRDefault="00641E63" w:rsidP="00641E63">
      <w:pPr>
        <w:spacing w:after="240" w:line="312" w:lineRule="auto"/>
        <w:ind w:right="3493"/>
        <w:rPr>
          <w:rFonts w:ascii="Arial" w:hAnsi="Arial" w:cs="Arial"/>
          <w:sz w:val="22"/>
          <w:szCs w:val="22"/>
          <w:lang w:val="en-GB"/>
        </w:rPr>
      </w:pPr>
      <w:r w:rsidRPr="007D4C46">
        <w:rPr>
          <w:rFonts w:ascii="Arial" w:hAnsi="Arial" w:cs="Arial"/>
          <w:sz w:val="22"/>
          <w:szCs w:val="22"/>
          <w:lang w:val="en-GB"/>
        </w:rPr>
        <w:t xml:space="preserve">Eplan </w:t>
      </w:r>
      <w:proofErr w:type="spellStart"/>
      <w:r w:rsidRPr="007D4C46">
        <w:rPr>
          <w:rFonts w:ascii="Arial" w:hAnsi="Arial" w:cs="Arial"/>
          <w:sz w:val="22"/>
          <w:szCs w:val="22"/>
          <w:lang w:val="en-GB"/>
        </w:rPr>
        <w:t>eManage</w:t>
      </w:r>
      <w:proofErr w:type="spellEnd"/>
      <w:r>
        <w:rPr>
          <w:rFonts w:ascii="Arial" w:hAnsi="Arial" w:cs="Arial"/>
          <w:sz w:val="22"/>
          <w:szCs w:val="22"/>
          <w:lang w:val="en-GB"/>
        </w:rPr>
        <w:t xml:space="preserve"> </w:t>
      </w:r>
      <w:r w:rsidR="00424A60">
        <w:rPr>
          <w:rFonts w:ascii="Arial" w:hAnsi="Arial" w:cs="Arial"/>
          <w:sz w:val="22"/>
          <w:szCs w:val="22"/>
          <w:lang w:val="en-GB"/>
        </w:rPr>
        <w:t>makes it easy to</w:t>
      </w:r>
      <w:r>
        <w:rPr>
          <w:rFonts w:ascii="Arial" w:hAnsi="Arial" w:cs="Arial"/>
          <w:sz w:val="22"/>
          <w:szCs w:val="22"/>
          <w:lang w:val="en-GB"/>
        </w:rPr>
        <w:t xml:space="preserve"> upload, manage and share projects in the cloud. Since today’s ecosystem of industrial automation </w:t>
      </w:r>
      <w:r w:rsidR="00424A60">
        <w:rPr>
          <w:rFonts w:ascii="Arial" w:hAnsi="Arial" w:cs="Arial"/>
          <w:sz w:val="22"/>
          <w:szCs w:val="22"/>
          <w:lang w:val="en-GB"/>
        </w:rPr>
        <w:t xml:space="preserve">is characterised by many media discontinuities when processing and transferring documentation, the advantages of this system are clear: the Eplan Platform systems in connection with </w:t>
      </w:r>
      <w:r w:rsidR="00B11D7C">
        <w:rPr>
          <w:rFonts w:ascii="Arial" w:hAnsi="Arial" w:cs="Arial"/>
          <w:sz w:val="22"/>
          <w:szCs w:val="22"/>
          <w:lang w:val="en-GB"/>
        </w:rPr>
        <w:t>this</w:t>
      </w:r>
      <w:r w:rsidR="00424A60">
        <w:rPr>
          <w:rFonts w:ascii="Arial" w:hAnsi="Arial" w:cs="Arial"/>
          <w:sz w:val="22"/>
          <w:szCs w:val="22"/>
          <w:lang w:val="en-GB"/>
        </w:rPr>
        <w:t xml:space="preserve"> new cloud service will network control cabinet manufacturers and panel builders, OEMs and system integrators as well as </w:t>
      </w:r>
      <w:r w:rsidR="00B11D7C">
        <w:rPr>
          <w:rFonts w:ascii="Arial" w:hAnsi="Arial" w:cs="Arial"/>
          <w:sz w:val="22"/>
          <w:szCs w:val="22"/>
          <w:lang w:val="en-GB"/>
        </w:rPr>
        <w:t xml:space="preserve">machine and plant system </w:t>
      </w:r>
      <w:r w:rsidR="00424A60">
        <w:rPr>
          <w:rFonts w:ascii="Arial" w:hAnsi="Arial" w:cs="Arial"/>
          <w:sz w:val="22"/>
          <w:szCs w:val="22"/>
          <w:lang w:val="en-GB"/>
        </w:rPr>
        <w:t xml:space="preserve">operators. They all work together in a central project that can be synchronised on the Eplan Platform via </w:t>
      </w:r>
      <w:proofErr w:type="spellStart"/>
      <w:r w:rsidR="00424A60">
        <w:rPr>
          <w:rFonts w:ascii="Arial" w:hAnsi="Arial" w:cs="Arial"/>
          <w:sz w:val="22"/>
          <w:szCs w:val="22"/>
          <w:lang w:val="en-GB"/>
        </w:rPr>
        <w:t>eManage</w:t>
      </w:r>
      <w:proofErr w:type="spellEnd"/>
      <w:r w:rsidR="00424A60">
        <w:rPr>
          <w:rFonts w:ascii="Arial" w:hAnsi="Arial" w:cs="Arial"/>
          <w:sz w:val="22"/>
          <w:szCs w:val="22"/>
          <w:lang w:val="en-GB"/>
        </w:rPr>
        <w:t xml:space="preserve"> in roundtrip engineering. Clear access rights and role assignments ensure data security and provide flexibility for project access. Users </w:t>
      </w:r>
      <w:r w:rsidR="00424A60">
        <w:rPr>
          <w:rFonts w:ascii="Arial" w:hAnsi="Arial" w:cs="Arial"/>
          <w:sz w:val="22"/>
          <w:szCs w:val="22"/>
          <w:lang w:val="en-GB"/>
        </w:rPr>
        <w:lastRenderedPageBreak/>
        <w:t xml:space="preserve">of </w:t>
      </w:r>
      <w:r w:rsidR="00424A60" w:rsidRPr="007D4C46">
        <w:rPr>
          <w:rFonts w:ascii="Arial" w:hAnsi="Arial" w:cs="Arial"/>
          <w:sz w:val="22"/>
          <w:szCs w:val="22"/>
          <w:lang w:val="en-GB"/>
        </w:rPr>
        <w:t xml:space="preserve">Eplan Electric P8 </w:t>
      </w:r>
      <w:r w:rsidR="00424A60">
        <w:rPr>
          <w:rFonts w:ascii="Arial" w:hAnsi="Arial" w:cs="Arial"/>
          <w:sz w:val="22"/>
          <w:szCs w:val="22"/>
          <w:lang w:val="en-GB"/>
        </w:rPr>
        <w:t>a</w:t>
      </w:r>
      <w:r w:rsidR="00424A60" w:rsidRPr="007D4C46">
        <w:rPr>
          <w:rFonts w:ascii="Arial" w:hAnsi="Arial" w:cs="Arial"/>
          <w:sz w:val="22"/>
          <w:szCs w:val="22"/>
          <w:lang w:val="en-GB"/>
        </w:rPr>
        <w:t>nd Eplan Pro Panel</w:t>
      </w:r>
      <w:r w:rsidR="00424A60">
        <w:rPr>
          <w:rFonts w:ascii="Arial" w:hAnsi="Arial" w:cs="Arial"/>
          <w:sz w:val="22"/>
          <w:szCs w:val="22"/>
          <w:lang w:val="en-GB"/>
        </w:rPr>
        <w:t xml:space="preserve"> are already </w:t>
      </w:r>
      <w:r w:rsidR="00821560">
        <w:rPr>
          <w:rFonts w:ascii="Arial" w:hAnsi="Arial" w:cs="Arial"/>
          <w:sz w:val="22"/>
          <w:szCs w:val="22"/>
          <w:lang w:val="en-GB"/>
        </w:rPr>
        <w:t>benefitting</w:t>
      </w:r>
      <w:r w:rsidR="00424A60">
        <w:rPr>
          <w:rFonts w:ascii="Arial" w:hAnsi="Arial" w:cs="Arial"/>
          <w:sz w:val="22"/>
          <w:szCs w:val="22"/>
          <w:lang w:val="en-GB"/>
        </w:rPr>
        <w:t xml:space="preserve"> from these integrated processes</w:t>
      </w:r>
      <w:r w:rsidR="00B11D7C">
        <w:rPr>
          <w:rFonts w:ascii="Arial" w:hAnsi="Arial" w:cs="Arial"/>
          <w:sz w:val="22"/>
          <w:szCs w:val="22"/>
          <w:lang w:val="en-GB"/>
        </w:rPr>
        <w:t xml:space="preserve"> whereby t</w:t>
      </w:r>
      <w:r w:rsidR="00424A60">
        <w:rPr>
          <w:rFonts w:ascii="Arial" w:hAnsi="Arial" w:cs="Arial"/>
          <w:sz w:val="22"/>
          <w:szCs w:val="22"/>
          <w:lang w:val="en-GB"/>
        </w:rPr>
        <w:t xml:space="preserve">hey can easily upload their projects into the cloud and </w:t>
      </w:r>
      <w:r w:rsidR="00BA2E3E">
        <w:rPr>
          <w:rFonts w:ascii="Arial" w:hAnsi="Arial" w:cs="Arial"/>
          <w:sz w:val="22"/>
          <w:szCs w:val="22"/>
          <w:lang w:val="en-GB"/>
        </w:rPr>
        <w:t>transfer them back to the Eplan Platform for further processing.</w:t>
      </w:r>
    </w:p>
    <w:p w14:paraId="74EFA5D5" w14:textId="0B09CD07" w:rsidR="003A03B9" w:rsidRPr="007D4C46" w:rsidRDefault="00066560" w:rsidP="003A03B9">
      <w:pPr>
        <w:spacing w:after="120" w:line="312" w:lineRule="auto"/>
        <w:ind w:right="3493"/>
        <w:rPr>
          <w:rFonts w:ascii="Arial" w:hAnsi="Arial" w:cs="Arial"/>
          <w:b/>
          <w:sz w:val="22"/>
          <w:szCs w:val="22"/>
          <w:lang w:val="en-GB"/>
        </w:rPr>
      </w:pPr>
      <w:r w:rsidRPr="007D4C46">
        <w:rPr>
          <w:rFonts w:ascii="Arial" w:hAnsi="Arial" w:cs="Arial"/>
          <w:b/>
          <w:sz w:val="22"/>
          <w:szCs w:val="22"/>
          <w:lang w:val="en-GB"/>
        </w:rPr>
        <w:t>Dire</w:t>
      </w:r>
      <w:r w:rsidR="00BA2E3E">
        <w:rPr>
          <w:rFonts w:ascii="Arial" w:hAnsi="Arial" w:cs="Arial"/>
          <w:b/>
          <w:sz w:val="22"/>
          <w:szCs w:val="22"/>
          <w:lang w:val="en-GB"/>
        </w:rPr>
        <w:t>c</w:t>
      </w:r>
      <w:r w:rsidRPr="007D4C46">
        <w:rPr>
          <w:rFonts w:ascii="Arial" w:hAnsi="Arial" w:cs="Arial"/>
          <w:b/>
          <w:sz w:val="22"/>
          <w:szCs w:val="22"/>
          <w:lang w:val="en-GB"/>
        </w:rPr>
        <w:t>t</w:t>
      </w:r>
      <w:r w:rsidR="00BA2E3E">
        <w:rPr>
          <w:rFonts w:ascii="Arial" w:hAnsi="Arial" w:cs="Arial"/>
          <w:b/>
          <w:sz w:val="22"/>
          <w:szCs w:val="22"/>
          <w:lang w:val="en-GB"/>
        </w:rPr>
        <w:t xml:space="preserve"> data transfer to</w:t>
      </w:r>
      <w:r w:rsidR="00A40C2C" w:rsidRPr="007D4C46">
        <w:rPr>
          <w:rFonts w:ascii="Arial" w:hAnsi="Arial" w:cs="Arial"/>
          <w:b/>
          <w:sz w:val="22"/>
          <w:szCs w:val="22"/>
          <w:lang w:val="en-GB"/>
        </w:rPr>
        <w:t xml:space="preserve"> </w:t>
      </w:r>
      <w:r w:rsidRPr="007D4C46">
        <w:rPr>
          <w:rFonts w:ascii="Arial" w:hAnsi="Arial" w:cs="Arial"/>
          <w:b/>
          <w:sz w:val="22"/>
          <w:szCs w:val="22"/>
          <w:lang w:val="en-GB"/>
        </w:rPr>
        <w:t>Eplan</w:t>
      </w:r>
      <w:r w:rsidR="00A40C2C" w:rsidRPr="007D4C46">
        <w:rPr>
          <w:rFonts w:ascii="Arial" w:hAnsi="Arial" w:cs="Arial"/>
          <w:b/>
          <w:sz w:val="22"/>
          <w:szCs w:val="22"/>
          <w:lang w:val="en-GB"/>
        </w:rPr>
        <w:t xml:space="preserve"> </w:t>
      </w:r>
      <w:proofErr w:type="spellStart"/>
      <w:r w:rsidR="001046C8" w:rsidRPr="007D4C46">
        <w:rPr>
          <w:rFonts w:ascii="Arial" w:hAnsi="Arial" w:cs="Arial"/>
          <w:b/>
          <w:sz w:val="22"/>
          <w:szCs w:val="22"/>
          <w:lang w:val="en-GB"/>
        </w:rPr>
        <w:t>eView</w:t>
      </w:r>
      <w:proofErr w:type="spellEnd"/>
    </w:p>
    <w:p w14:paraId="557A30C3" w14:textId="2DC9100E" w:rsidR="00BA2E3E" w:rsidRDefault="00BA2E3E" w:rsidP="00641E63">
      <w:pPr>
        <w:spacing w:after="240" w:line="312" w:lineRule="auto"/>
        <w:ind w:right="3493"/>
        <w:rPr>
          <w:rFonts w:ascii="Arial" w:hAnsi="Arial" w:cs="Arial"/>
          <w:sz w:val="22"/>
          <w:szCs w:val="22"/>
          <w:lang w:val="en-GB"/>
        </w:rPr>
      </w:pPr>
      <w:r>
        <w:rPr>
          <w:rFonts w:ascii="Arial" w:hAnsi="Arial" w:cs="Arial"/>
          <w:sz w:val="22"/>
          <w:szCs w:val="22"/>
          <w:lang w:val="en-GB"/>
        </w:rPr>
        <w:t xml:space="preserve">Users also need just one click to publish their project data directly in Eplan </w:t>
      </w:r>
      <w:proofErr w:type="spellStart"/>
      <w:r>
        <w:rPr>
          <w:rFonts w:ascii="Arial" w:hAnsi="Arial" w:cs="Arial"/>
          <w:sz w:val="22"/>
          <w:szCs w:val="22"/>
          <w:lang w:val="en-GB"/>
        </w:rPr>
        <w:t>eView</w:t>
      </w:r>
      <w:proofErr w:type="spellEnd"/>
      <w:r>
        <w:rPr>
          <w:rFonts w:ascii="Arial" w:hAnsi="Arial" w:cs="Arial"/>
          <w:sz w:val="22"/>
          <w:szCs w:val="22"/>
          <w:lang w:val="en-GB"/>
        </w:rPr>
        <w:t xml:space="preserve">. This allows defined stakeholders the opportunity to look and comment on entire projects. It further enables cross-company review processes to be digitally implemented. And thanks to this clear, central availability in the cloud, </w:t>
      </w:r>
      <w:proofErr w:type="spellStart"/>
      <w:r>
        <w:rPr>
          <w:rFonts w:ascii="Arial" w:hAnsi="Arial" w:cs="Arial"/>
          <w:sz w:val="22"/>
          <w:szCs w:val="22"/>
          <w:lang w:val="en-GB"/>
        </w:rPr>
        <w:t>eManage</w:t>
      </w:r>
      <w:proofErr w:type="spellEnd"/>
      <w:r>
        <w:rPr>
          <w:rFonts w:ascii="Arial" w:hAnsi="Arial" w:cs="Arial"/>
          <w:sz w:val="22"/>
          <w:szCs w:val="22"/>
          <w:lang w:val="en-GB"/>
        </w:rPr>
        <w:t xml:space="preserve"> supports project participants in quickly searching for specific content.</w:t>
      </w:r>
    </w:p>
    <w:p w14:paraId="7A1FB69A" w14:textId="63FE261A" w:rsidR="005D6283" w:rsidRPr="007D4C46" w:rsidRDefault="00BA2E3E" w:rsidP="003A03B9">
      <w:pPr>
        <w:spacing w:after="120" w:line="312" w:lineRule="auto"/>
        <w:ind w:right="3493"/>
        <w:rPr>
          <w:rFonts w:ascii="Arial" w:hAnsi="Arial" w:cs="Arial"/>
          <w:b/>
          <w:sz w:val="22"/>
          <w:szCs w:val="22"/>
          <w:lang w:val="en-GB"/>
        </w:rPr>
      </w:pPr>
      <w:r>
        <w:rPr>
          <w:rFonts w:ascii="Arial" w:hAnsi="Arial" w:cs="Arial"/>
          <w:b/>
          <w:sz w:val="22"/>
          <w:szCs w:val="22"/>
          <w:lang w:val="en-GB"/>
        </w:rPr>
        <w:t>Synchronised, current data</w:t>
      </w:r>
    </w:p>
    <w:p w14:paraId="11F6C301" w14:textId="3A561181" w:rsidR="00BA2E3E" w:rsidRDefault="005D6283" w:rsidP="00641E63">
      <w:pPr>
        <w:spacing w:after="240" w:line="312" w:lineRule="auto"/>
        <w:ind w:right="3493"/>
        <w:rPr>
          <w:rFonts w:ascii="Arial" w:hAnsi="Arial" w:cs="Arial"/>
          <w:sz w:val="22"/>
          <w:szCs w:val="22"/>
          <w:lang w:val="en-GB"/>
        </w:rPr>
      </w:pPr>
      <w:r w:rsidRPr="007D4C46">
        <w:rPr>
          <w:rFonts w:ascii="Arial" w:hAnsi="Arial" w:cs="Arial"/>
          <w:sz w:val="22"/>
          <w:szCs w:val="22"/>
          <w:lang w:val="en-GB"/>
        </w:rPr>
        <w:t xml:space="preserve">Eplan </w:t>
      </w:r>
      <w:proofErr w:type="spellStart"/>
      <w:r w:rsidRPr="007D4C46">
        <w:rPr>
          <w:rFonts w:ascii="Arial" w:hAnsi="Arial" w:cs="Arial"/>
          <w:sz w:val="22"/>
          <w:szCs w:val="22"/>
          <w:lang w:val="en-GB"/>
        </w:rPr>
        <w:t>eManage</w:t>
      </w:r>
      <w:proofErr w:type="spellEnd"/>
      <w:r w:rsidRPr="007D4C46">
        <w:rPr>
          <w:rFonts w:ascii="Arial" w:hAnsi="Arial" w:cs="Arial"/>
          <w:sz w:val="22"/>
          <w:szCs w:val="22"/>
          <w:lang w:val="en-GB"/>
        </w:rPr>
        <w:t xml:space="preserve"> </w:t>
      </w:r>
      <w:r w:rsidR="00BA2E3E">
        <w:rPr>
          <w:rFonts w:ascii="Arial" w:hAnsi="Arial" w:cs="Arial"/>
          <w:sz w:val="22"/>
          <w:szCs w:val="22"/>
          <w:lang w:val="en-GB"/>
        </w:rPr>
        <w:t>means that the Eplan Project is synchronised for all project participants and stakeholders. Changes in the project are visible to all participants and the project documentation is always current – across the entire project life cycle and even into operations and service scenarios.</w:t>
      </w:r>
    </w:p>
    <w:p w14:paraId="071D872B" w14:textId="77777777" w:rsidR="00293DD1" w:rsidRDefault="005D6E32" w:rsidP="00293DD1">
      <w:pPr>
        <w:spacing w:after="120" w:line="312" w:lineRule="auto"/>
        <w:ind w:right="3493"/>
        <w:rPr>
          <w:rFonts w:ascii="Arial" w:hAnsi="Arial" w:cs="Arial"/>
          <w:b/>
          <w:sz w:val="22"/>
          <w:szCs w:val="22"/>
          <w:lang w:val="en-GB"/>
        </w:rPr>
      </w:pPr>
      <w:r>
        <w:rPr>
          <w:rFonts w:ascii="Arial" w:hAnsi="Arial" w:cs="Arial"/>
          <w:b/>
          <w:sz w:val="22"/>
          <w:szCs w:val="22"/>
          <w:lang w:val="en-GB"/>
        </w:rPr>
        <w:t>Find out more at</w:t>
      </w:r>
      <w:r w:rsidR="008F335F" w:rsidRPr="007D4C46">
        <w:rPr>
          <w:rFonts w:ascii="Arial" w:hAnsi="Arial" w:cs="Arial"/>
          <w:b/>
          <w:sz w:val="22"/>
          <w:szCs w:val="22"/>
          <w:lang w:val="en-GB"/>
        </w:rPr>
        <w:t xml:space="preserve">: </w:t>
      </w:r>
    </w:p>
    <w:p w14:paraId="25D47A7E" w14:textId="093A4681" w:rsidR="00452AC4" w:rsidRDefault="007B1281" w:rsidP="00293DD1">
      <w:pPr>
        <w:spacing w:after="120" w:line="312" w:lineRule="auto"/>
        <w:ind w:right="3493"/>
        <w:rPr>
          <w:rFonts w:ascii="Arial" w:hAnsi="Arial" w:cs="Arial"/>
          <w:b/>
          <w:sz w:val="22"/>
          <w:szCs w:val="22"/>
          <w:lang w:val="en-GB"/>
        </w:rPr>
      </w:pPr>
      <w:hyperlink r:id="rId13" w:history="1">
        <w:r w:rsidRPr="00273F8D">
          <w:rPr>
            <w:rStyle w:val="Hyperlink"/>
            <w:rFonts w:ascii="Arial" w:hAnsi="Arial" w:cs="Arial"/>
            <w:b/>
            <w:sz w:val="22"/>
            <w:szCs w:val="22"/>
            <w:lang w:val="en-GB"/>
          </w:rPr>
          <w:t>www.eplan-software.com/emanage/</w:t>
        </w:r>
      </w:hyperlink>
      <w:bookmarkStart w:id="0" w:name="_GoBack"/>
      <w:bookmarkEnd w:id="0"/>
    </w:p>
    <w:p w14:paraId="58BF82D3" w14:textId="77777777" w:rsidR="00293DD1" w:rsidRDefault="00293DD1" w:rsidP="007916BF">
      <w:pPr>
        <w:spacing w:after="240" w:line="312" w:lineRule="auto"/>
        <w:ind w:right="3493"/>
        <w:rPr>
          <w:rFonts w:ascii="Arial" w:hAnsi="Arial" w:cs="Arial"/>
          <w:sz w:val="22"/>
          <w:szCs w:val="22"/>
          <w:lang w:val="en-GB"/>
        </w:rPr>
      </w:pPr>
    </w:p>
    <w:p w14:paraId="636C08AA" w14:textId="3F06E9DA" w:rsidR="0047607D" w:rsidRPr="007D4C46" w:rsidRDefault="0047607D" w:rsidP="007916BF">
      <w:pPr>
        <w:spacing w:after="240" w:line="312" w:lineRule="auto"/>
        <w:ind w:right="3493"/>
        <w:rPr>
          <w:rFonts w:ascii="Arial" w:hAnsi="Arial" w:cs="Arial"/>
          <w:sz w:val="22"/>
          <w:szCs w:val="22"/>
          <w:lang w:val="en-GB"/>
        </w:rPr>
      </w:pPr>
      <w:r w:rsidRPr="007D4C46">
        <w:rPr>
          <w:rFonts w:ascii="Arial" w:hAnsi="Arial" w:cs="Arial"/>
          <w:sz w:val="22"/>
          <w:szCs w:val="22"/>
          <w:lang w:val="en-GB"/>
        </w:rPr>
        <w:t>(</w:t>
      </w:r>
      <w:r w:rsidR="00C21A9A">
        <w:rPr>
          <w:rFonts w:ascii="Arial" w:hAnsi="Arial" w:cs="Arial"/>
          <w:sz w:val="22"/>
          <w:szCs w:val="22"/>
          <w:lang w:val="en-GB"/>
        </w:rPr>
        <w:t>2,73</w:t>
      </w:r>
      <w:r w:rsidR="00293DD1">
        <w:rPr>
          <w:rFonts w:ascii="Arial" w:hAnsi="Arial" w:cs="Arial"/>
          <w:sz w:val="22"/>
          <w:szCs w:val="22"/>
          <w:lang w:val="en-GB"/>
        </w:rPr>
        <w:t>9</w:t>
      </w:r>
      <w:r w:rsidR="005D6E32">
        <w:rPr>
          <w:rFonts w:ascii="Arial" w:hAnsi="Arial" w:cs="Arial"/>
          <w:sz w:val="22"/>
          <w:szCs w:val="22"/>
          <w:lang w:val="en-GB"/>
        </w:rPr>
        <w:t xml:space="preserve"> characters</w:t>
      </w:r>
      <w:r w:rsidRPr="007D4C46">
        <w:rPr>
          <w:rFonts w:ascii="Arial" w:hAnsi="Arial" w:cs="Arial"/>
          <w:sz w:val="22"/>
          <w:szCs w:val="22"/>
          <w:lang w:val="en-GB"/>
        </w:rPr>
        <w:t>)</w:t>
      </w:r>
    </w:p>
    <w:p w14:paraId="42955A3E" w14:textId="77777777" w:rsidR="00CF274B" w:rsidRPr="007D4C46" w:rsidRDefault="00CF274B" w:rsidP="007916BF">
      <w:pPr>
        <w:spacing w:after="240" w:line="312" w:lineRule="auto"/>
        <w:ind w:right="3493"/>
        <w:rPr>
          <w:rFonts w:ascii="Wingdings" w:hAnsi="Wingdings"/>
          <w:lang w:val="en-GB"/>
        </w:rPr>
      </w:pPr>
      <w:r w:rsidRPr="007D4C46">
        <w:rPr>
          <w:rFonts w:ascii="Wingdings" w:hAnsi="Wingdings"/>
          <w:lang w:val="en-GB"/>
        </w:rPr>
        <w:t></w:t>
      </w:r>
    </w:p>
    <w:p w14:paraId="76B3D95B" w14:textId="02B41D0B" w:rsidR="00CF274B" w:rsidRPr="007D4C46" w:rsidRDefault="005D6E32" w:rsidP="007916BF">
      <w:pPr>
        <w:pStyle w:val="PIAbspann"/>
        <w:rPr>
          <w:b/>
          <w:bCs/>
          <w:lang w:val="en-GB"/>
        </w:rPr>
      </w:pPr>
      <w:r>
        <w:rPr>
          <w:b/>
          <w:bCs/>
          <w:lang w:val="en-GB"/>
        </w:rPr>
        <w:t>Images</w:t>
      </w:r>
    </w:p>
    <w:p w14:paraId="6CA67A48" w14:textId="39EF2188" w:rsidR="000B54C2" w:rsidRPr="007D4C46" w:rsidRDefault="00293DD1" w:rsidP="002905A5">
      <w:pPr>
        <w:spacing w:afterLines="120" w:after="288" w:line="312" w:lineRule="auto"/>
        <w:ind w:right="3493"/>
        <w:rPr>
          <w:rFonts w:ascii="Arial" w:hAnsi="Arial" w:cs="Arial"/>
          <w:sz w:val="18"/>
          <w:lang w:val="en-GB"/>
        </w:rPr>
      </w:pPr>
      <w:r>
        <w:rPr>
          <w:rFonts w:ascii="Arial" w:hAnsi="Arial" w:cs="Arial"/>
          <w:sz w:val="18"/>
          <w:lang w:val="en-GB"/>
        </w:rPr>
        <w:t>Lead Image</w:t>
      </w:r>
      <w:r w:rsidR="000B54C2" w:rsidRPr="007D4C46">
        <w:rPr>
          <w:rFonts w:ascii="Arial" w:hAnsi="Arial" w:cs="Arial"/>
          <w:sz w:val="18"/>
          <w:lang w:val="en-GB"/>
        </w:rPr>
        <w:t xml:space="preserve"> eManage.jpg: </w:t>
      </w:r>
      <w:r w:rsidR="00CF4558" w:rsidRPr="007D4C46">
        <w:rPr>
          <w:rFonts w:ascii="Arial" w:hAnsi="Arial" w:cs="Arial"/>
          <w:sz w:val="18"/>
          <w:lang w:val="en-GB"/>
        </w:rPr>
        <w:t xml:space="preserve">Eplan </w:t>
      </w:r>
      <w:proofErr w:type="spellStart"/>
      <w:r w:rsidR="00CF4558" w:rsidRPr="007D4C46">
        <w:rPr>
          <w:rFonts w:ascii="Arial" w:hAnsi="Arial" w:cs="Arial"/>
          <w:sz w:val="18"/>
          <w:lang w:val="en-GB"/>
        </w:rPr>
        <w:t>eManage</w:t>
      </w:r>
      <w:proofErr w:type="spellEnd"/>
      <w:r w:rsidR="00CF4558" w:rsidRPr="007D4C46">
        <w:rPr>
          <w:rFonts w:ascii="Arial" w:hAnsi="Arial" w:cs="Arial"/>
          <w:sz w:val="18"/>
          <w:lang w:val="en-GB"/>
        </w:rPr>
        <w:t xml:space="preserve"> Free </w:t>
      </w:r>
      <w:r w:rsidR="00BA2E3E">
        <w:rPr>
          <w:rFonts w:ascii="Arial" w:hAnsi="Arial" w:cs="Arial"/>
          <w:sz w:val="18"/>
          <w:lang w:val="en-GB"/>
        </w:rPr>
        <w:t xml:space="preserve">allows Eplan Projects to be shared </w:t>
      </w:r>
      <w:r w:rsidR="00CF2649">
        <w:rPr>
          <w:rFonts w:ascii="Arial" w:hAnsi="Arial" w:cs="Arial"/>
          <w:sz w:val="18"/>
          <w:lang w:val="en-GB"/>
        </w:rPr>
        <w:t>in the cloud with all project participants – for more collaboration in engineering</w:t>
      </w:r>
      <w:r w:rsidR="00CF4558" w:rsidRPr="007D4C46">
        <w:rPr>
          <w:rFonts w:ascii="Arial" w:hAnsi="Arial" w:cs="Arial"/>
          <w:sz w:val="18"/>
          <w:lang w:val="en-GB"/>
        </w:rPr>
        <w:t>.</w:t>
      </w:r>
    </w:p>
    <w:p w14:paraId="49AE10AB" w14:textId="468D39F0" w:rsidR="005D6283" w:rsidRPr="007D4C46" w:rsidRDefault="005D6283" w:rsidP="002905A5">
      <w:pPr>
        <w:spacing w:afterLines="120" w:after="288" w:line="312" w:lineRule="auto"/>
        <w:ind w:right="3493"/>
        <w:rPr>
          <w:rFonts w:ascii="Arial" w:hAnsi="Arial" w:cs="Arial"/>
          <w:sz w:val="18"/>
          <w:lang w:val="en-GB"/>
        </w:rPr>
      </w:pPr>
      <w:r w:rsidRPr="007D4C46">
        <w:rPr>
          <w:rFonts w:ascii="Arial" w:hAnsi="Arial" w:cs="Arial"/>
          <w:sz w:val="18"/>
          <w:lang w:val="en-GB"/>
        </w:rPr>
        <w:lastRenderedPageBreak/>
        <w:t>Eplan eManage</w:t>
      </w:r>
      <w:r w:rsidR="00293DD1">
        <w:rPr>
          <w:rFonts w:ascii="Arial" w:hAnsi="Arial" w:cs="Arial"/>
          <w:sz w:val="18"/>
          <w:lang w:val="en-GB"/>
        </w:rPr>
        <w:t>_EN</w:t>
      </w:r>
      <w:r w:rsidR="00D80589" w:rsidRPr="007D4C46">
        <w:rPr>
          <w:rFonts w:ascii="Arial" w:hAnsi="Arial" w:cs="Arial"/>
          <w:sz w:val="18"/>
          <w:lang w:val="en-GB"/>
        </w:rPr>
        <w:t xml:space="preserve">.jpg: </w:t>
      </w:r>
      <w:r w:rsidR="00CF2649">
        <w:rPr>
          <w:rFonts w:ascii="Arial" w:hAnsi="Arial" w:cs="Arial"/>
          <w:sz w:val="18"/>
          <w:lang w:val="en-GB"/>
        </w:rPr>
        <w:t>Users of</w:t>
      </w:r>
      <w:r w:rsidR="00AA4D40" w:rsidRPr="007D4C46">
        <w:rPr>
          <w:rFonts w:ascii="Arial" w:hAnsi="Arial" w:cs="Arial"/>
          <w:sz w:val="18"/>
          <w:lang w:val="en-GB"/>
        </w:rPr>
        <w:t xml:space="preserve"> Eplan Electric P8 </w:t>
      </w:r>
      <w:r w:rsidR="00CF2649">
        <w:rPr>
          <w:rFonts w:ascii="Arial" w:hAnsi="Arial" w:cs="Arial"/>
          <w:sz w:val="18"/>
          <w:lang w:val="en-GB"/>
        </w:rPr>
        <w:t>a</w:t>
      </w:r>
      <w:r w:rsidR="00AA4D40" w:rsidRPr="007D4C46">
        <w:rPr>
          <w:rFonts w:ascii="Arial" w:hAnsi="Arial" w:cs="Arial"/>
          <w:sz w:val="18"/>
          <w:lang w:val="en-GB"/>
        </w:rPr>
        <w:t xml:space="preserve">nd Eplan Pro Panel </w:t>
      </w:r>
      <w:r w:rsidR="00CF2649">
        <w:rPr>
          <w:rFonts w:ascii="Arial" w:hAnsi="Arial" w:cs="Arial"/>
          <w:sz w:val="18"/>
          <w:lang w:val="en-GB"/>
        </w:rPr>
        <w:t>can easily upload their projects into the cloud and transfer them back to the Eplan Platform for further processing</w:t>
      </w:r>
      <w:r w:rsidR="00F3027C" w:rsidRPr="007D4C46">
        <w:rPr>
          <w:rFonts w:ascii="Arial" w:hAnsi="Arial" w:cs="Arial"/>
          <w:sz w:val="18"/>
          <w:lang w:val="en-GB"/>
        </w:rPr>
        <w:t>.</w:t>
      </w:r>
    </w:p>
    <w:p w14:paraId="35C25B58" w14:textId="1813F8FA" w:rsidR="00CF274B" w:rsidRPr="007D4C46" w:rsidRDefault="005D6E32" w:rsidP="005D6E32">
      <w:pPr>
        <w:autoSpaceDE w:val="0"/>
        <w:autoSpaceDN w:val="0"/>
        <w:adjustRightInd w:val="0"/>
        <w:spacing w:after="240" w:line="312" w:lineRule="auto"/>
        <w:ind w:right="3493"/>
        <w:rPr>
          <w:rFonts w:ascii="Arial" w:hAnsi="Arial" w:cs="Arial"/>
          <w:sz w:val="18"/>
          <w:lang w:val="en-GB"/>
        </w:rPr>
      </w:pPr>
      <w:r w:rsidRPr="005D6E32">
        <w:rPr>
          <w:rFonts w:ascii="Arial" w:hAnsi="Arial" w:cs="Arial"/>
          <w:sz w:val="18"/>
          <w:lang w:val="en-GB"/>
        </w:rPr>
        <w:t xml:space="preserve">Please name Eplan Software &amp; Service GmbH &amp; Co. KG as the </w:t>
      </w:r>
      <w:proofErr w:type="gramStart"/>
      <w:r w:rsidRPr="005D6E32">
        <w:rPr>
          <w:rFonts w:ascii="Arial" w:hAnsi="Arial" w:cs="Arial"/>
          <w:sz w:val="18"/>
          <w:lang w:val="en-GB"/>
        </w:rPr>
        <w:t>source, and</w:t>
      </w:r>
      <w:proofErr w:type="gramEnd"/>
      <w:r w:rsidRPr="005D6E32">
        <w:rPr>
          <w:rFonts w:ascii="Arial" w:hAnsi="Arial" w:cs="Arial"/>
          <w:sz w:val="18"/>
          <w:lang w:val="en-GB"/>
        </w:rPr>
        <w:t xml:space="preserve"> provide us with a sample copy.</w:t>
      </w:r>
    </w:p>
    <w:p w14:paraId="6B465A72" w14:textId="77777777" w:rsidR="00293DD1" w:rsidRPr="00605B05" w:rsidRDefault="00293DD1" w:rsidP="00293DD1">
      <w:pPr>
        <w:pStyle w:val="PIAbspann"/>
        <w:rPr>
          <w:b/>
          <w:lang w:val="en-US"/>
        </w:rPr>
      </w:pPr>
      <w:r w:rsidRPr="00605B05">
        <w:rPr>
          <w:b/>
          <w:lang w:val="en-US"/>
        </w:rPr>
        <w:t>EPLAN</w:t>
      </w:r>
    </w:p>
    <w:p w14:paraId="0508BDEB" w14:textId="77777777" w:rsidR="00293DD1" w:rsidRPr="00C93686" w:rsidRDefault="00293DD1" w:rsidP="00293DD1">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3B6A8ADB" w14:textId="77777777" w:rsidR="00293DD1" w:rsidRPr="00C93686" w:rsidRDefault="00293DD1" w:rsidP="00293DD1">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EPLAN wants to grow further with customers and partners and pushes integration and automation in engineering forward. Worldwide, EPLAN supports over </w:t>
      </w:r>
      <w:r>
        <w:rPr>
          <w:rFonts w:ascii="Arial" w:hAnsi="Arial" w:cs="Arial"/>
          <w:sz w:val="18"/>
          <w:lang w:val="en-US"/>
        </w:rPr>
        <w:t>58</w:t>
      </w:r>
      <w:r w:rsidRPr="00C93686">
        <w:rPr>
          <w:rFonts w:ascii="Arial" w:hAnsi="Arial" w:cs="Arial"/>
          <w:sz w:val="18"/>
          <w:lang w:val="en-US"/>
        </w:rPr>
        <w:t xml:space="preserve">,000 customers. „Efficient </w:t>
      </w:r>
      <w:proofErr w:type="gramStart"/>
      <w:r w:rsidRPr="00C93686">
        <w:rPr>
          <w:rFonts w:ascii="Arial" w:hAnsi="Arial" w:cs="Arial"/>
          <w:sz w:val="18"/>
          <w:lang w:val="en-US"/>
        </w:rPr>
        <w:t>engineering“ is</w:t>
      </w:r>
      <w:proofErr w:type="gramEnd"/>
      <w:r w:rsidRPr="00C93686">
        <w:rPr>
          <w:rFonts w:ascii="Arial" w:hAnsi="Arial" w:cs="Arial"/>
          <w:sz w:val="18"/>
          <w:lang w:val="en-US"/>
        </w:rPr>
        <w:t xml:space="preserve"> the focus.</w:t>
      </w:r>
    </w:p>
    <w:p w14:paraId="015DCD07" w14:textId="77777777" w:rsidR="00293DD1" w:rsidRPr="00C93686" w:rsidRDefault="00293DD1" w:rsidP="00293DD1">
      <w:pPr>
        <w:pStyle w:val="PIAbspann"/>
        <w:rPr>
          <w:lang w:val="en-US"/>
        </w:rPr>
      </w:pPr>
      <w:r w:rsidRPr="00C93686">
        <w:rPr>
          <w:lang w:val="en-US"/>
        </w:rPr>
        <w:t xml:space="preserve">EPLAN was founded in 1984 and is part of the </w:t>
      </w:r>
      <w:proofErr w:type="gramStart"/>
      <w:r w:rsidRPr="00C93686">
        <w:rPr>
          <w:lang w:val="en-US"/>
        </w:rPr>
        <w:t>owner-operated</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12</w:t>
      </w:r>
      <w:r w:rsidRPr="00C93686">
        <w:rPr>
          <w:lang w:val="en-US"/>
        </w:rPr>
        <w:t xml:space="preserve"> production sites and </w:t>
      </w:r>
      <w:r>
        <w:rPr>
          <w:lang w:val="en-US"/>
        </w:rPr>
        <w:t>96</w:t>
      </w:r>
      <w:r w:rsidRPr="00C93686">
        <w:rPr>
          <w:lang w:val="en-US"/>
        </w:rPr>
        <w:t xml:space="preserve"> international subsidiaries. The entire group employs </w:t>
      </w:r>
      <w:r>
        <w:rPr>
          <w:lang w:val="en-US"/>
        </w:rPr>
        <w:t>12.100</w:t>
      </w:r>
      <w:r w:rsidRPr="00C93686">
        <w:rPr>
          <w:lang w:val="en-US"/>
        </w:rPr>
        <w:t xml:space="preserve"> people and generated revenues of around €2,</w:t>
      </w:r>
      <w:r>
        <w:rPr>
          <w:lang w:val="en-US"/>
        </w:rPr>
        <w:t>6</w:t>
      </w:r>
      <w:r w:rsidRPr="00C93686">
        <w:rPr>
          <w:lang w:val="en-US"/>
        </w:rPr>
        <w:t xml:space="preserve"> billion in </w:t>
      </w:r>
      <w:r>
        <w:rPr>
          <w:lang w:val="en-US"/>
        </w:rPr>
        <w:t>2019</w:t>
      </w:r>
      <w:r w:rsidRPr="00C93686">
        <w:rPr>
          <w:lang w:val="en-US"/>
        </w:rPr>
        <w:t xml:space="preserve">. For the </w:t>
      </w:r>
      <w:r>
        <w:rPr>
          <w:lang w:val="en-US"/>
        </w:rPr>
        <w:t>twelfth</w:t>
      </w:r>
      <w:r w:rsidRPr="00C93686">
        <w:rPr>
          <w:lang w:val="en-US"/>
        </w:rPr>
        <w:t xml:space="preserve"> time in succession, the family business has won the accolade “Top German Employer” in 20</w:t>
      </w:r>
      <w:r>
        <w:rPr>
          <w:lang w:val="en-US"/>
        </w:rPr>
        <w:t>20</w:t>
      </w:r>
      <w:r w:rsidRPr="00C93686">
        <w:rPr>
          <w:lang w:val="en-US"/>
        </w:rPr>
        <w:t xml:space="preserve">. In </w:t>
      </w:r>
      <w:proofErr w:type="gramStart"/>
      <w:r w:rsidRPr="00C93686">
        <w:rPr>
          <w:lang w:val="en-US"/>
        </w:rPr>
        <w:t>addition</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068F3461" w14:textId="77777777" w:rsidR="00293DD1" w:rsidRPr="00C93686" w:rsidRDefault="00293DD1" w:rsidP="00293DD1">
      <w:pPr>
        <w:pStyle w:val="PIAbspann"/>
        <w:spacing w:after="0"/>
        <w:rPr>
          <w:lang w:val="en-US"/>
        </w:rPr>
      </w:pPr>
      <w:r w:rsidRPr="00C93686">
        <w:rPr>
          <w:lang w:val="en-US"/>
        </w:rPr>
        <w:t>For more information visit:</w:t>
      </w:r>
    </w:p>
    <w:p w14:paraId="3ED90E82" w14:textId="77777777" w:rsidR="00293DD1" w:rsidRPr="00C93686" w:rsidRDefault="00293DD1" w:rsidP="00293DD1">
      <w:pPr>
        <w:pStyle w:val="PIAbspann"/>
        <w:spacing w:after="0"/>
        <w:rPr>
          <w:lang w:val="en-US"/>
          <w:specVanish/>
        </w:rPr>
      </w:pPr>
      <w:r w:rsidRPr="00C93686">
        <w:rPr>
          <w:lang w:val="en-US"/>
        </w:rPr>
        <w:t>www.eplan.de and www.friedhelm-loh-group.com</w:t>
      </w:r>
    </w:p>
    <w:p w14:paraId="685533A7" w14:textId="77777777" w:rsidR="00470DFE" w:rsidRPr="00293DD1" w:rsidRDefault="00470DFE" w:rsidP="00470DFE">
      <w:pPr>
        <w:pStyle w:val="Kopfzeile"/>
        <w:tabs>
          <w:tab w:val="clear" w:pos="4536"/>
          <w:tab w:val="clear" w:pos="9072"/>
        </w:tabs>
        <w:spacing w:line="240" w:lineRule="atLeast"/>
        <w:ind w:right="3119"/>
        <w:rPr>
          <w:rFonts w:ascii="Arial" w:hAnsi="Arial" w:cs="Arial"/>
          <w:b/>
          <w:sz w:val="22"/>
          <w:szCs w:val="22"/>
          <w:lang w:val="en-US"/>
        </w:rPr>
      </w:pPr>
    </w:p>
    <w:sectPr w:rsidR="00470DFE" w:rsidRPr="00293DD1" w:rsidSect="00FA5D65">
      <w:headerReference w:type="default"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C4855" w16cex:dateUtc="2021-03-17T08:20:00Z"/>
  <w16cex:commentExtensible w16cex:durableId="23FC485F" w16cex:dateUtc="2021-03-17T08: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372AA" w14:textId="77777777" w:rsidR="006C75D9" w:rsidRDefault="006C75D9">
      <w:r>
        <w:separator/>
      </w:r>
    </w:p>
  </w:endnote>
  <w:endnote w:type="continuationSeparator" w:id="0">
    <w:p w14:paraId="4477F867" w14:textId="77777777" w:rsidR="006C75D9" w:rsidRDefault="006C7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A1963" w14:textId="0C423551" w:rsidR="006C62FE" w:rsidRPr="005D6E32" w:rsidRDefault="005D6E32" w:rsidP="008C6F46">
    <w:pPr>
      <w:pStyle w:val="Fuzeile"/>
      <w:jc w:val="right"/>
      <w:rPr>
        <w:rFonts w:ascii="Arial" w:hAnsi="Arial" w:cs="Arial"/>
        <w:sz w:val="22"/>
        <w:szCs w:val="22"/>
        <w:lang w:val="en-GB"/>
      </w:rPr>
    </w:pPr>
    <w:r w:rsidRPr="005D6E32">
      <w:rPr>
        <w:rStyle w:val="Seitenzahl"/>
        <w:rFonts w:ascii="Arial" w:hAnsi="Arial" w:cs="Arial"/>
        <w:sz w:val="22"/>
        <w:szCs w:val="22"/>
        <w:lang w:val="en-GB"/>
      </w:rPr>
      <w:t>Page</w:t>
    </w:r>
    <w:r w:rsidR="006C62FE" w:rsidRPr="005D6E32">
      <w:rPr>
        <w:rStyle w:val="Seitenzahl"/>
        <w:rFonts w:ascii="Arial" w:hAnsi="Arial" w:cs="Arial"/>
        <w:sz w:val="22"/>
        <w:szCs w:val="22"/>
        <w:lang w:val="en-GB"/>
      </w:rPr>
      <w:t xml:space="preserve"> </w:t>
    </w:r>
    <w:r w:rsidR="006C62FE" w:rsidRPr="005D6E32">
      <w:rPr>
        <w:rStyle w:val="Seitenzahl"/>
        <w:rFonts w:ascii="Arial" w:hAnsi="Arial" w:cs="Arial"/>
        <w:sz w:val="22"/>
        <w:szCs w:val="22"/>
        <w:lang w:val="en-GB"/>
      </w:rPr>
      <w:fldChar w:fldCharType="begin"/>
    </w:r>
    <w:r w:rsidR="006C62FE" w:rsidRPr="005D6E32">
      <w:rPr>
        <w:rStyle w:val="Seitenzahl"/>
        <w:rFonts w:ascii="Arial" w:hAnsi="Arial" w:cs="Arial"/>
        <w:sz w:val="22"/>
        <w:szCs w:val="22"/>
        <w:lang w:val="en-GB"/>
      </w:rPr>
      <w:instrText xml:space="preserve"> PAGE </w:instrText>
    </w:r>
    <w:r w:rsidR="006C62FE" w:rsidRPr="005D6E32">
      <w:rPr>
        <w:rStyle w:val="Seitenzahl"/>
        <w:rFonts w:ascii="Arial" w:hAnsi="Arial" w:cs="Arial"/>
        <w:sz w:val="22"/>
        <w:szCs w:val="22"/>
        <w:lang w:val="en-GB"/>
      </w:rPr>
      <w:fldChar w:fldCharType="separate"/>
    </w:r>
    <w:r w:rsidR="00293DD1">
      <w:rPr>
        <w:rStyle w:val="Seitenzahl"/>
        <w:rFonts w:ascii="Arial" w:hAnsi="Arial" w:cs="Arial"/>
        <w:noProof/>
        <w:sz w:val="22"/>
        <w:szCs w:val="22"/>
        <w:lang w:val="en-GB"/>
      </w:rPr>
      <w:t>3</w:t>
    </w:r>
    <w:r w:rsidR="006C62FE" w:rsidRPr="005D6E32">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7D956"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2B617CEE" wp14:editId="56026F2E">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E06DD" w14:textId="77777777" w:rsidR="006C75D9" w:rsidRDefault="006C75D9">
      <w:r>
        <w:separator/>
      </w:r>
    </w:p>
  </w:footnote>
  <w:footnote w:type="continuationSeparator" w:id="0">
    <w:p w14:paraId="5BBDEFF4" w14:textId="77777777" w:rsidR="006C75D9" w:rsidRDefault="006C75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EDB30" w14:textId="1528DA8C" w:rsidR="006C62FE" w:rsidRPr="005D6E32" w:rsidRDefault="00620F45">
    <w:pPr>
      <w:pStyle w:val="Kopfzeile"/>
      <w:spacing w:after="60"/>
      <w:rPr>
        <w:rFonts w:ascii="Arial" w:hAnsi="Arial" w:cs="Arial"/>
        <w:b/>
        <w:bCs/>
        <w:i/>
        <w:iCs/>
        <w:spacing w:val="40"/>
        <w:sz w:val="32"/>
        <w:lang w:val="en-GB"/>
      </w:rPr>
    </w:pPr>
    <w:r w:rsidRPr="005D6E32">
      <w:rPr>
        <w:rFonts w:ascii="Arial" w:hAnsi="Arial" w:cs="Arial"/>
        <w:b/>
        <w:bCs/>
        <w:i/>
        <w:iCs/>
        <w:noProof/>
        <w:spacing w:val="40"/>
        <w:sz w:val="20"/>
      </w:rPr>
      <mc:AlternateContent>
        <mc:Choice Requires="wps">
          <w:drawing>
            <wp:anchor distT="0" distB="0" distL="114300" distR="114300" simplePos="0" relativeHeight="251680768" behindDoc="0" locked="0" layoutInCell="1" allowOverlap="1" wp14:anchorId="21D55A0A" wp14:editId="10EBFFA3">
              <wp:simplePos x="0" y="0"/>
              <wp:positionH relativeFrom="column">
                <wp:posOffset>5099050</wp:posOffset>
              </wp:positionH>
              <wp:positionV relativeFrom="paragraph">
                <wp:posOffset>-95250</wp:posOffset>
              </wp:positionV>
              <wp:extent cx="1193165" cy="1370965"/>
              <wp:effectExtent l="0" t="0" r="6985"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7B4E7D" w14:textId="77777777" w:rsidR="00620F45" w:rsidRPr="009E2947" w:rsidRDefault="00620F45" w:rsidP="00620F45">
                          <w:pPr>
                            <w:ind w:right="-30"/>
                          </w:pPr>
                          <w:r>
                            <w:rPr>
                              <w:noProof/>
                            </w:rPr>
                            <w:drawing>
                              <wp:inline distT="0" distB="0" distL="0" distR="0" wp14:anchorId="1000707D" wp14:editId="7BE8240D">
                                <wp:extent cx="1009015" cy="1276985"/>
                                <wp:effectExtent l="0" t="0" r="635"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1D55A0A" id="_x0000_t202" coordsize="21600,21600" o:spt="202" path="m,l,21600r21600,l21600,xe">
              <v:stroke joinstyle="miter"/>
              <v:path gradientshapeok="t" o:connecttype="rect"/>
            </v:shapetype>
            <v:shape id="Text Box 7" o:spid="_x0000_s1028" type="#_x0000_t202" style="position:absolute;margin-left:401.5pt;margin-top:-7.5pt;width:93.95pt;height:107.9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Xq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" stroked="f">
              <v:textbox style="mso-fit-shape-to-text:t">
                <w:txbxContent>
                  <w:p w14:paraId="037B4E7D" w14:textId="77777777" w:rsidR="00620F45" w:rsidRPr="009E2947" w:rsidRDefault="00620F45" w:rsidP="00620F45">
                    <w:pPr>
                      <w:ind w:right="-30"/>
                    </w:pPr>
                    <w:r>
                      <w:rPr>
                        <w:noProof/>
                      </w:rPr>
                      <w:drawing>
                        <wp:inline distT="0" distB="0" distL="0" distR="0" wp14:anchorId="1000707D" wp14:editId="7BE8240D">
                          <wp:extent cx="1009015" cy="1276985"/>
                          <wp:effectExtent l="0" t="0" r="635"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006C62FE" w:rsidRPr="005D6E32">
      <w:rPr>
        <w:rFonts w:ascii="Arial" w:hAnsi="Arial" w:cs="Arial"/>
        <w:b/>
        <w:bCs/>
        <w:i/>
        <w:iCs/>
        <w:spacing w:val="40"/>
        <w:sz w:val="32"/>
        <w:lang w:val="en-GB"/>
      </w:rPr>
      <w:t>Press</w:t>
    </w:r>
    <w:r w:rsidR="005D6E32" w:rsidRPr="005D6E32">
      <w:rPr>
        <w:rFonts w:ascii="Arial" w:hAnsi="Arial" w:cs="Arial"/>
        <w:b/>
        <w:bCs/>
        <w:i/>
        <w:iCs/>
        <w:spacing w:val="40"/>
        <w:sz w:val="32"/>
        <w:lang w:val="en-GB"/>
      </w:rPr>
      <w:t xml:space="preserve"> release</w:t>
    </w:r>
  </w:p>
  <w:p w14:paraId="7D6BB8C5" w14:textId="77777777" w:rsidR="006C62FE" w:rsidRPr="005D6E32" w:rsidRDefault="006C62FE" w:rsidP="00374B1B">
    <w:pPr>
      <w:pStyle w:val="Kopfzeile"/>
      <w:rPr>
        <w:lang w:val="en-GB"/>
      </w:rPr>
    </w:pPr>
    <w:r w:rsidRPr="005D6E32">
      <w:rPr>
        <w:rFonts w:ascii="Arial" w:hAnsi="Arial" w:cs="Arial"/>
        <w:sz w:val="22"/>
        <w:lang w:val="en-GB"/>
      </w:rPr>
      <w:t>Eplan Software &amp; Service</w:t>
    </w:r>
  </w:p>
  <w:p w14:paraId="289C52D5" w14:textId="77777777" w:rsidR="006C62FE" w:rsidRPr="005D6E32" w:rsidRDefault="001878C3" w:rsidP="001878C3">
    <w:pPr>
      <w:pStyle w:val="Kopfzeile"/>
      <w:tabs>
        <w:tab w:val="clear" w:pos="4536"/>
        <w:tab w:val="clear" w:pos="9072"/>
        <w:tab w:val="left" w:pos="6679"/>
      </w:tabs>
      <w:rPr>
        <w:lang w:val="en-GB"/>
      </w:rPr>
    </w:pPr>
    <w:r w:rsidRPr="005D6E32">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89BDD" w14:textId="49E7258F" w:rsidR="006C62FE" w:rsidRPr="005D6E32" w:rsidRDefault="006D3A5F">
    <w:pPr>
      <w:pStyle w:val="Kopfzeile"/>
      <w:spacing w:after="60"/>
      <w:rPr>
        <w:rFonts w:ascii="Arial" w:hAnsi="Arial" w:cs="Arial"/>
        <w:b/>
        <w:bCs/>
        <w:i/>
        <w:iCs/>
        <w:spacing w:val="40"/>
        <w:sz w:val="32"/>
        <w:lang w:val="en-GB"/>
      </w:rPr>
    </w:pPr>
    <w:r w:rsidRPr="005D6E32">
      <w:rPr>
        <w:rFonts w:ascii="Arial" w:hAnsi="Arial" w:cs="Arial"/>
        <w:b/>
        <w:bCs/>
        <w:i/>
        <w:iCs/>
        <w:noProof/>
        <w:spacing w:val="40"/>
        <w:sz w:val="20"/>
      </w:rPr>
      <mc:AlternateContent>
        <mc:Choice Requires="wps">
          <w:drawing>
            <wp:anchor distT="0" distB="0" distL="114300" distR="114300" simplePos="0" relativeHeight="251676672" behindDoc="0" locked="0" layoutInCell="1" allowOverlap="1" wp14:anchorId="48BAC710" wp14:editId="40738927">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0F6443" w14:textId="77777777" w:rsidR="006D3A5F" w:rsidRPr="009E2947" w:rsidRDefault="006D3A5F" w:rsidP="006D3A5F">
                          <w:pPr>
                            <w:ind w:right="-30"/>
                          </w:pPr>
                          <w:r>
                            <w:rPr>
                              <w:noProof/>
                            </w:rPr>
                            <w:drawing>
                              <wp:inline distT="0" distB="0" distL="0" distR="0" wp14:anchorId="13BC1337" wp14:editId="3139EEA3">
                                <wp:extent cx="1009015" cy="1276985"/>
                                <wp:effectExtent l="0" t="0" r="635"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8BAC710" id="_x0000_t202" coordsize="21600,21600" o:spt="202" path="m,l,21600r21600,l21600,xe">
              <v:stroke joinstyle="miter"/>
              <v:path gradientshapeok="t" o:connecttype="rect"/>
            </v:shapetype>
            <v:shape id="_x0000_s1029" type="#_x0000_t202" style="position:absolute;margin-left:402.6pt;margin-top:-6.5pt;width:93.95pt;height:107.9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" stroked="f">
              <v:textbox style="mso-fit-shape-to-text:t">
                <w:txbxContent>
                  <w:p w14:paraId="140F6443" w14:textId="77777777" w:rsidR="006D3A5F" w:rsidRPr="009E2947" w:rsidRDefault="006D3A5F" w:rsidP="006D3A5F">
                    <w:pPr>
                      <w:ind w:right="-30"/>
                    </w:pPr>
                    <w:r>
                      <w:rPr>
                        <w:noProof/>
                      </w:rPr>
                      <w:drawing>
                        <wp:inline distT="0" distB="0" distL="0" distR="0" wp14:anchorId="13BC1337" wp14:editId="3139EEA3">
                          <wp:extent cx="1009015" cy="1276985"/>
                          <wp:effectExtent l="0" t="0" r="635"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00F811E2" w:rsidRPr="005D6E32">
      <w:rPr>
        <w:rFonts w:ascii="Arial" w:hAnsi="Arial" w:cs="Arial"/>
        <w:b/>
        <w:bCs/>
        <w:i/>
        <w:iCs/>
        <w:spacing w:val="40"/>
        <w:sz w:val="32"/>
        <w:lang w:val="en-GB"/>
      </w:rPr>
      <w:t>P</w:t>
    </w:r>
    <w:r w:rsidR="006C62FE" w:rsidRPr="005D6E32">
      <w:rPr>
        <w:rFonts w:ascii="Arial" w:hAnsi="Arial" w:cs="Arial"/>
        <w:b/>
        <w:bCs/>
        <w:i/>
        <w:iCs/>
        <w:spacing w:val="40"/>
        <w:sz w:val="32"/>
        <w:lang w:val="en-GB"/>
      </w:rPr>
      <w:t>ress</w:t>
    </w:r>
    <w:r w:rsidR="005D6E32">
      <w:rPr>
        <w:rFonts w:ascii="Arial" w:hAnsi="Arial" w:cs="Arial"/>
        <w:b/>
        <w:bCs/>
        <w:i/>
        <w:iCs/>
        <w:spacing w:val="40"/>
        <w:sz w:val="32"/>
        <w:lang w:val="en-GB"/>
      </w:rPr>
      <w:t xml:space="preserve"> releas</w:t>
    </w:r>
    <w:r w:rsidR="006C62FE" w:rsidRPr="005D6E32">
      <w:rPr>
        <w:rFonts w:ascii="Arial" w:hAnsi="Arial" w:cs="Arial"/>
        <w:b/>
        <w:bCs/>
        <w:i/>
        <w:iCs/>
        <w:spacing w:val="40"/>
        <w:sz w:val="32"/>
        <w:lang w:val="en-GB"/>
      </w:rPr>
      <w:t>e</w:t>
    </w:r>
  </w:p>
  <w:p w14:paraId="48301F69" w14:textId="77777777" w:rsidR="006C62FE" w:rsidRPr="005D6E32" w:rsidRDefault="006C62FE">
    <w:pPr>
      <w:pStyle w:val="Kopfzeile"/>
      <w:rPr>
        <w:lang w:val="en-GB"/>
      </w:rPr>
    </w:pPr>
    <w:r w:rsidRPr="005D6E32">
      <w:rPr>
        <w:rFonts w:ascii="Arial" w:hAnsi="Arial" w:cs="Arial"/>
        <w:sz w:val="22"/>
        <w:lang w:val="en-GB"/>
      </w:rPr>
      <w:t>Eplan Software &amp; Service</w:t>
    </w:r>
  </w:p>
  <w:p w14:paraId="06723B6C" w14:textId="77777777" w:rsidR="005D6E32" w:rsidRDefault="005D6E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113233"/>
    <w:multiLevelType w:val="hybridMultilevel"/>
    <w:tmpl w:val="41CA5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
  </w:num>
  <w:num w:numId="4">
    <w:abstractNumId w:val="3"/>
  </w:num>
  <w:num w:numId="5">
    <w:abstractNumId w:val="5"/>
  </w:num>
  <w:num w:numId="6">
    <w:abstractNumId w:val="6"/>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8"/>
  </w:num>
  <w:num w:numId="13">
    <w:abstractNumId w:val="9"/>
  </w:num>
  <w:num w:numId="14">
    <w:abstractNumId w:val="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7487"/>
    <w:rsid w:val="000138F6"/>
    <w:rsid w:val="00014C3F"/>
    <w:rsid w:val="00014EEA"/>
    <w:rsid w:val="00017F3C"/>
    <w:rsid w:val="00023DD1"/>
    <w:rsid w:val="00026458"/>
    <w:rsid w:val="00027253"/>
    <w:rsid w:val="00040441"/>
    <w:rsid w:val="00052E4F"/>
    <w:rsid w:val="00054DEB"/>
    <w:rsid w:val="00056277"/>
    <w:rsid w:val="00066560"/>
    <w:rsid w:val="00070778"/>
    <w:rsid w:val="00071E2C"/>
    <w:rsid w:val="000749C8"/>
    <w:rsid w:val="00076203"/>
    <w:rsid w:val="00076D04"/>
    <w:rsid w:val="0008634B"/>
    <w:rsid w:val="00087C71"/>
    <w:rsid w:val="00090F95"/>
    <w:rsid w:val="000974AF"/>
    <w:rsid w:val="000A1F79"/>
    <w:rsid w:val="000A5019"/>
    <w:rsid w:val="000A5A45"/>
    <w:rsid w:val="000A6156"/>
    <w:rsid w:val="000A7A41"/>
    <w:rsid w:val="000B0FDC"/>
    <w:rsid w:val="000B54C2"/>
    <w:rsid w:val="000B6774"/>
    <w:rsid w:val="000B736C"/>
    <w:rsid w:val="000B7B9D"/>
    <w:rsid w:val="000C745B"/>
    <w:rsid w:val="000D0BF5"/>
    <w:rsid w:val="000D1962"/>
    <w:rsid w:val="000D669F"/>
    <w:rsid w:val="000E2583"/>
    <w:rsid w:val="000E4285"/>
    <w:rsid w:val="000E449F"/>
    <w:rsid w:val="000E64D1"/>
    <w:rsid w:val="000E7B68"/>
    <w:rsid w:val="000F1806"/>
    <w:rsid w:val="000F1AB8"/>
    <w:rsid w:val="000F7C73"/>
    <w:rsid w:val="00102DD1"/>
    <w:rsid w:val="001046C8"/>
    <w:rsid w:val="00104A94"/>
    <w:rsid w:val="00104E6A"/>
    <w:rsid w:val="00106143"/>
    <w:rsid w:val="0011187E"/>
    <w:rsid w:val="00116DEA"/>
    <w:rsid w:val="0012679F"/>
    <w:rsid w:val="00127BE8"/>
    <w:rsid w:val="00145949"/>
    <w:rsid w:val="00150689"/>
    <w:rsid w:val="00161675"/>
    <w:rsid w:val="00161EE7"/>
    <w:rsid w:val="00166725"/>
    <w:rsid w:val="00166F0B"/>
    <w:rsid w:val="001704C6"/>
    <w:rsid w:val="00176B5A"/>
    <w:rsid w:val="0018353C"/>
    <w:rsid w:val="0018689F"/>
    <w:rsid w:val="00186C54"/>
    <w:rsid w:val="001878C3"/>
    <w:rsid w:val="00195CA3"/>
    <w:rsid w:val="00196BAD"/>
    <w:rsid w:val="00197317"/>
    <w:rsid w:val="001A26E0"/>
    <w:rsid w:val="001B19BC"/>
    <w:rsid w:val="001B5DE7"/>
    <w:rsid w:val="001C0C96"/>
    <w:rsid w:val="001C27B7"/>
    <w:rsid w:val="001D2DE0"/>
    <w:rsid w:val="001D47A3"/>
    <w:rsid w:val="001D4A42"/>
    <w:rsid w:val="001E1FA8"/>
    <w:rsid w:val="001E2EC3"/>
    <w:rsid w:val="001E3EC6"/>
    <w:rsid w:val="001E4BAC"/>
    <w:rsid w:val="001F335F"/>
    <w:rsid w:val="001F40E8"/>
    <w:rsid w:val="001F5E30"/>
    <w:rsid w:val="001F630D"/>
    <w:rsid w:val="00200313"/>
    <w:rsid w:val="0020125B"/>
    <w:rsid w:val="00205A7A"/>
    <w:rsid w:val="00205ABB"/>
    <w:rsid w:val="002077D7"/>
    <w:rsid w:val="00207809"/>
    <w:rsid w:val="00220D64"/>
    <w:rsid w:val="00224DBE"/>
    <w:rsid w:val="00226CAF"/>
    <w:rsid w:val="002338B3"/>
    <w:rsid w:val="002344E4"/>
    <w:rsid w:val="00236AE8"/>
    <w:rsid w:val="0024095D"/>
    <w:rsid w:val="00241025"/>
    <w:rsid w:val="00245C55"/>
    <w:rsid w:val="00247086"/>
    <w:rsid w:val="00247F15"/>
    <w:rsid w:val="00250F0D"/>
    <w:rsid w:val="002522B5"/>
    <w:rsid w:val="0025543E"/>
    <w:rsid w:val="0025580D"/>
    <w:rsid w:val="00256EA0"/>
    <w:rsid w:val="00265267"/>
    <w:rsid w:val="00266ADF"/>
    <w:rsid w:val="0027042A"/>
    <w:rsid w:val="00274529"/>
    <w:rsid w:val="0028258D"/>
    <w:rsid w:val="0028724E"/>
    <w:rsid w:val="002905A5"/>
    <w:rsid w:val="00292E2A"/>
    <w:rsid w:val="0029326F"/>
    <w:rsid w:val="00293DD1"/>
    <w:rsid w:val="002979FC"/>
    <w:rsid w:val="002A3B91"/>
    <w:rsid w:val="002B2455"/>
    <w:rsid w:val="002B4C73"/>
    <w:rsid w:val="002C1AEE"/>
    <w:rsid w:val="002C4118"/>
    <w:rsid w:val="002C51AB"/>
    <w:rsid w:val="002D070E"/>
    <w:rsid w:val="002E01CA"/>
    <w:rsid w:val="002E1C53"/>
    <w:rsid w:val="002F153E"/>
    <w:rsid w:val="00300D7C"/>
    <w:rsid w:val="00303EA0"/>
    <w:rsid w:val="00310444"/>
    <w:rsid w:val="00310D23"/>
    <w:rsid w:val="00321908"/>
    <w:rsid w:val="00322839"/>
    <w:rsid w:val="003229D5"/>
    <w:rsid w:val="00324B5A"/>
    <w:rsid w:val="0032582B"/>
    <w:rsid w:val="00327764"/>
    <w:rsid w:val="003308CF"/>
    <w:rsid w:val="003340DF"/>
    <w:rsid w:val="003360C5"/>
    <w:rsid w:val="00336158"/>
    <w:rsid w:val="003455E8"/>
    <w:rsid w:val="00346DA8"/>
    <w:rsid w:val="00347595"/>
    <w:rsid w:val="0035380A"/>
    <w:rsid w:val="00353D92"/>
    <w:rsid w:val="0035786B"/>
    <w:rsid w:val="00357955"/>
    <w:rsid w:val="00360650"/>
    <w:rsid w:val="00361213"/>
    <w:rsid w:val="00362F8C"/>
    <w:rsid w:val="00363A5A"/>
    <w:rsid w:val="00365CB8"/>
    <w:rsid w:val="00372EA4"/>
    <w:rsid w:val="00374B1B"/>
    <w:rsid w:val="00376712"/>
    <w:rsid w:val="00385D41"/>
    <w:rsid w:val="00386C68"/>
    <w:rsid w:val="00387F23"/>
    <w:rsid w:val="00390575"/>
    <w:rsid w:val="00392058"/>
    <w:rsid w:val="00393C77"/>
    <w:rsid w:val="003946F6"/>
    <w:rsid w:val="003A00AE"/>
    <w:rsid w:val="003A03B9"/>
    <w:rsid w:val="003A4B21"/>
    <w:rsid w:val="003A65A7"/>
    <w:rsid w:val="003A65BB"/>
    <w:rsid w:val="003B1443"/>
    <w:rsid w:val="003B3B23"/>
    <w:rsid w:val="003B5C7C"/>
    <w:rsid w:val="003C58DC"/>
    <w:rsid w:val="003D11CB"/>
    <w:rsid w:val="003D3A40"/>
    <w:rsid w:val="003D3AE1"/>
    <w:rsid w:val="003D468B"/>
    <w:rsid w:val="003D49C1"/>
    <w:rsid w:val="003D6A6A"/>
    <w:rsid w:val="003E0AEE"/>
    <w:rsid w:val="003E11DA"/>
    <w:rsid w:val="003F2C88"/>
    <w:rsid w:val="003F3729"/>
    <w:rsid w:val="003F5F61"/>
    <w:rsid w:val="003F6DD2"/>
    <w:rsid w:val="004042CC"/>
    <w:rsid w:val="004142E9"/>
    <w:rsid w:val="0041785F"/>
    <w:rsid w:val="0042191D"/>
    <w:rsid w:val="00424A60"/>
    <w:rsid w:val="00433C2B"/>
    <w:rsid w:val="00442DD4"/>
    <w:rsid w:val="00452AC4"/>
    <w:rsid w:val="00453639"/>
    <w:rsid w:val="00455A48"/>
    <w:rsid w:val="0046127A"/>
    <w:rsid w:val="00462BB2"/>
    <w:rsid w:val="00464DF5"/>
    <w:rsid w:val="00470DFE"/>
    <w:rsid w:val="004710CC"/>
    <w:rsid w:val="004713C6"/>
    <w:rsid w:val="00475641"/>
    <w:rsid w:val="0047607D"/>
    <w:rsid w:val="00477650"/>
    <w:rsid w:val="00485D00"/>
    <w:rsid w:val="00487ACB"/>
    <w:rsid w:val="00490547"/>
    <w:rsid w:val="004922D4"/>
    <w:rsid w:val="0049743F"/>
    <w:rsid w:val="004A5017"/>
    <w:rsid w:val="004A54F4"/>
    <w:rsid w:val="004B113A"/>
    <w:rsid w:val="004B3D66"/>
    <w:rsid w:val="004B5D43"/>
    <w:rsid w:val="004B68E1"/>
    <w:rsid w:val="004C0040"/>
    <w:rsid w:val="004D0501"/>
    <w:rsid w:val="004D3E65"/>
    <w:rsid w:val="004D41B3"/>
    <w:rsid w:val="004D75EA"/>
    <w:rsid w:val="004E2A9E"/>
    <w:rsid w:val="004E3DAC"/>
    <w:rsid w:val="004E645D"/>
    <w:rsid w:val="004E6C3C"/>
    <w:rsid w:val="004F58FC"/>
    <w:rsid w:val="004F618B"/>
    <w:rsid w:val="00503F4A"/>
    <w:rsid w:val="00504921"/>
    <w:rsid w:val="00507F14"/>
    <w:rsid w:val="00512E66"/>
    <w:rsid w:val="00517BB2"/>
    <w:rsid w:val="00517C97"/>
    <w:rsid w:val="00527605"/>
    <w:rsid w:val="0053410C"/>
    <w:rsid w:val="00542A68"/>
    <w:rsid w:val="00543644"/>
    <w:rsid w:val="00545113"/>
    <w:rsid w:val="00552D0D"/>
    <w:rsid w:val="00557C0A"/>
    <w:rsid w:val="00562CFC"/>
    <w:rsid w:val="00563513"/>
    <w:rsid w:val="00563AF8"/>
    <w:rsid w:val="0056423A"/>
    <w:rsid w:val="00564A27"/>
    <w:rsid w:val="00567DC9"/>
    <w:rsid w:val="00571149"/>
    <w:rsid w:val="00571D51"/>
    <w:rsid w:val="00571E63"/>
    <w:rsid w:val="005762B5"/>
    <w:rsid w:val="00577E97"/>
    <w:rsid w:val="00585786"/>
    <w:rsid w:val="005A4011"/>
    <w:rsid w:val="005A4702"/>
    <w:rsid w:val="005A5084"/>
    <w:rsid w:val="005A6D5B"/>
    <w:rsid w:val="005A7439"/>
    <w:rsid w:val="005B57EA"/>
    <w:rsid w:val="005B5EE1"/>
    <w:rsid w:val="005B6DCA"/>
    <w:rsid w:val="005B73D7"/>
    <w:rsid w:val="005B7E15"/>
    <w:rsid w:val="005C0BFB"/>
    <w:rsid w:val="005C12CD"/>
    <w:rsid w:val="005C5669"/>
    <w:rsid w:val="005D4F18"/>
    <w:rsid w:val="005D6283"/>
    <w:rsid w:val="005D6E32"/>
    <w:rsid w:val="005E0A76"/>
    <w:rsid w:val="005E19F4"/>
    <w:rsid w:val="005E2C88"/>
    <w:rsid w:val="005E3AB7"/>
    <w:rsid w:val="005E5DAE"/>
    <w:rsid w:val="005F0F69"/>
    <w:rsid w:val="005F403B"/>
    <w:rsid w:val="0060490E"/>
    <w:rsid w:val="00604F8B"/>
    <w:rsid w:val="00606F01"/>
    <w:rsid w:val="00620F45"/>
    <w:rsid w:val="00626A20"/>
    <w:rsid w:val="00627501"/>
    <w:rsid w:val="00630763"/>
    <w:rsid w:val="00630DDB"/>
    <w:rsid w:val="00633504"/>
    <w:rsid w:val="00636E2A"/>
    <w:rsid w:val="00636FE2"/>
    <w:rsid w:val="00637093"/>
    <w:rsid w:val="00637DB0"/>
    <w:rsid w:val="00640B69"/>
    <w:rsid w:val="00641199"/>
    <w:rsid w:val="00641E63"/>
    <w:rsid w:val="00645DAF"/>
    <w:rsid w:val="00646036"/>
    <w:rsid w:val="00655714"/>
    <w:rsid w:val="00667DA5"/>
    <w:rsid w:val="00670448"/>
    <w:rsid w:val="00676D39"/>
    <w:rsid w:val="0068003B"/>
    <w:rsid w:val="006820AA"/>
    <w:rsid w:val="0068394E"/>
    <w:rsid w:val="0069500C"/>
    <w:rsid w:val="00697AD6"/>
    <w:rsid w:val="006A2EFB"/>
    <w:rsid w:val="006B55A9"/>
    <w:rsid w:val="006C0437"/>
    <w:rsid w:val="006C449B"/>
    <w:rsid w:val="006C62FE"/>
    <w:rsid w:val="006C75D9"/>
    <w:rsid w:val="006D3A5F"/>
    <w:rsid w:val="006D7497"/>
    <w:rsid w:val="006D7975"/>
    <w:rsid w:val="006E0255"/>
    <w:rsid w:val="006E299C"/>
    <w:rsid w:val="006E4DC7"/>
    <w:rsid w:val="006E7EFB"/>
    <w:rsid w:val="006F3201"/>
    <w:rsid w:val="006F3AD4"/>
    <w:rsid w:val="006F7328"/>
    <w:rsid w:val="007016DD"/>
    <w:rsid w:val="007023C4"/>
    <w:rsid w:val="007036FC"/>
    <w:rsid w:val="00704157"/>
    <w:rsid w:val="00712C40"/>
    <w:rsid w:val="007175BD"/>
    <w:rsid w:val="00720B7B"/>
    <w:rsid w:val="007268A4"/>
    <w:rsid w:val="00727B68"/>
    <w:rsid w:val="00736203"/>
    <w:rsid w:val="00744195"/>
    <w:rsid w:val="007453BF"/>
    <w:rsid w:val="007465BF"/>
    <w:rsid w:val="007477D6"/>
    <w:rsid w:val="00751965"/>
    <w:rsid w:val="0075302B"/>
    <w:rsid w:val="00754B3F"/>
    <w:rsid w:val="007627E1"/>
    <w:rsid w:val="007666F4"/>
    <w:rsid w:val="00766CD0"/>
    <w:rsid w:val="00771184"/>
    <w:rsid w:val="00781C59"/>
    <w:rsid w:val="007916BF"/>
    <w:rsid w:val="00793C7B"/>
    <w:rsid w:val="007A5A7F"/>
    <w:rsid w:val="007A5DC3"/>
    <w:rsid w:val="007B1281"/>
    <w:rsid w:val="007B28BF"/>
    <w:rsid w:val="007B4FEE"/>
    <w:rsid w:val="007C53A3"/>
    <w:rsid w:val="007C7D81"/>
    <w:rsid w:val="007D2457"/>
    <w:rsid w:val="007D4C46"/>
    <w:rsid w:val="007D6B64"/>
    <w:rsid w:val="007E27D6"/>
    <w:rsid w:val="007E7C32"/>
    <w:rsid w:val="007E7F62"/>
    <w:rsid w:val="007F17BB"/>
    <w:rsid w:val="007F65DA"/>
    <w:rsid w:val="007F7E2C"/>
    <w:rsid w:val="0080396A"/>
    <w:rsid w:val="00805FC6"/>
    <w:rsid w:val="00806154"/>
    <w:rsid w:val="00806D06"/>
    <w:rsid w:val="00806DED"/>
    <w:rsid w:val="00806FF4"/>
    <w:rsid w:val="00810D6B"/>
    <w:rsid w:val="00814F7F"/>
    <w:rsid w:val="00816BD2"/>
    <w:rsid w:val="00821532"/>
    <w:rsid w:val="00821560"/>
    <w:rsid w:val="00823DFD"/>
    <w:rsid w:val="008241A5"/>
    <w:rsid w:val="008331D8"/>
    <w:rsid w:val="008338AC"/>
    <w:rsid w:val="00834997"/>
    <w:rsid w:val="008349CC"/>
    <w:rsid w:val="00842286"/>
    <w:rsid w:val="0084244E"/>
    <w:rsid w:val="0084300D"/>
    <w:rsid w:val="00844453"/>
    <w:rsid w:val="0085494B"/>
    <w:rsid w:val="008577A8"/>
    <w:rsid w:val="00864F98"/>
    <w:rsid w:val="00866350"/>
    <w:rsid w:val="00866668"/>
    <w:rsid w:val="00870F6B"/>
    <w:rsid w:val="00871843"/>
    <w:rsid w:val="0087220B"/>
    <w:rsid w:val="00873803"/>
    <w:rsid w:val="008752FB"/>
    <w:rsid w:val="00877A24"/>
    <w:rsid w:val="008805A3"/>
    <w:rsid w:val="00882F77"/>
    <w:rsid w:val="00890CAC"/>
    <w:rsid w:val="00891510"/>
    <w:rsid w:val="008922E6"/>
    <w:rsid w:val="00894390"/>
    <w:rsid w:val="008A175B"/>
    <w:rsid w:val="008A30B7"/>
    <w:rsid w:val="008B1D23"/>
    <w:rsid w:val="008B371A"/>
    <w:rsid w:val="008B780D"/>
    <w:rsid w:val="008C0F82"/>
    <w:rsid w:val="008C5A84"/>
    <w:rsid w:val="008C6F46"/>
    <w:rsid w:val="008D12BB"/>
    <w:rsid w:val="008D24D8"/>
    <w:rsid w:val="008D5EF8"/>
    <w:rsid w:val="008D716A"/>
    <w:rsid w:val="008E2DBB"/>
    <w:rsid w:val="008E5217"/>
    <w:rsid w:val="008E5B18"/>
    <w:rsid w:val="008E701E"/>
    <w:rsid w:val="008F319B"/>
    <w:rsid w:val="008F335F"/>
    <w:rsid w:val="008F4E08"/>
    <w:rsid w:val="008F6510"/>
    <w:rsid w:val="0090693D"/>
    <w:rsid w:val="00915949"/>
    <w:rsid w:val="009218CD"/>
    <w:rsid w:val="00925A89"/>
    <w:rsid w:val="009368B4"/>
    <w:rsid w:val="00936A0E"/>
    <w:rsid w:val="009441ED"/>
    <w:rsid w:val="00952052"/>
    <w:rsid w:val="00953CED"/>
    <w:rsid w:val="009571C5"/>
    <w:rsid w:val="00961AAB"/>
    <w:rsid w:val="009703D5"/>
    <w:rsid w:val="00970B37"/>
    <w:rsid w:val="00973DD2"/>
    <w:rsid w:val="009747D3"/>
    <w:rsid w:val="00976473"/>
    <w:rsid w:val="00980CBF"/>
    <w:rsid w:val="00981DC9"/>
    <w:rsid w:val="00982354"/>
    <w:rsid w:val="00983570"/>
    <w:rsid w:val="009A3C41"/>
    <w:rsid w:val="009A6917"/>
    <w:rsid w:val="009A7414"/>
    <w:rsid w:val="009B6682"/>
    <w:rsid w:val="009B7378"/>
    <w:rsid w:val="009C42E7"/>
    <w:rsid w:val="009C5A08"/>
    <w:rsid w:val="009C7690"/>
    <w:rsid w:val="009D134E"/>
    <w:rsid w:val="009D23B8"/>
    <w:rsid w:val="009D42CD"/>
    <w:rsid w:val="009D6A47"/>
    <w:rsid w:val="009E2947"/>
    <w:rsid w:val="009E5D0B"/>
    <w:rsid w:val="009E5FCF"/>
    <w:rsid w:val="009F0912"/>
    <w:rsid w:val="009F1EDF"/>
    <w:rsid w:val="009F575D"/>
    <w:rsid w:val="009F64A6"/>
    <w:rsid w:val="009F7288"/>
    <w:rsid w:val="00A0173E"/>
    <w:rsid w:val="00A05B62"/>
    <w:rsid w:val="00A06CCF"/>
    <w:rsid w:val="00A148F9"/>
    <w:rsid w:val="00A22383"/>
    <w:rsid w:val="00A24BE6"/>
    <w:rsid w:val="00A31948"/>
    <w:rsid w:val="00A34043"/>
    <w:rsid w:val="00A40469"/>
    <w:rsid w:val="00A40C2C"/>
    <w:rsid w:val="00A41B71"/>
    <w:rsid w:val="00A51A19"/>
    <w:rsid w:val="00A60813"/>
    <w:rsid w:val="00A715DB"/>
    <w:rsid w:val="00A75901"/>
    <w:rsid w:val="00A777FB"/>
    <w:rsid w:val="00A81100"/>
    <w:rsid w:val="00A83CEE"/>
    <w:rsid w:val="00A84964"/>
    <w:rsid w:val="00A86D0A"/>
    <w:rsid w:val="00A876B0"/>
    <w:rsid w:val="00A91001"/>
    <w:rsid w:val="00AA01FD"/>
    <w:rsid w:val="00AA085A"/>
    <w:rsid w:val="00AA101E"/>
    <w:rsid w:val="00AA3519"/>
    <w:rsid w:val="00AA4318"/>
    <w:rsid w:val="00AA4D40"/>
    <w:rsid w:val="00AB0A7B"/>
    <w:rsid w:val="00AB0A8D"/>
    <w:rsid w:val="00AB3FCC"/>
    <w:rsid w:val="00AB47B5"/>
    <w:rsid w:val="00AB5506"/>
    <w:rsid w:val="00AC09F4"/>
    <w:rsid w:val="00AC67CD"/>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1D7C"/>
    <w:rsid w:val="00B12D6E"/>
    <w:rsid w:val="00B2002B"/>
    <w:rsid w:val="00B22639"/>
    <w:rsid w:val="00B23799"/>
    <w:rsid w:val="00B30557"/>
    <w:rsid w:val="00B33EC2"/>
    <w:rsid w:val="00B34EDD"/>
    <w:rsid w:val="00B37FA0"/>
    <w:rsid w:val="00B529F6"/>
    <w:rsid w:val="00B56A1E"/>
    <w:rsid w:val="00B615E2"/>
    <w:rsid w:val="00B63ECF"/>
    <w:rsid w:val="00B64CFE"/>
    <w:rsid w:val="00B716FC"/>
    <w:rsid w:val="00B717C3"/>
    <w:rsid w:val="00B71B08"/>
    <w:rsid w:val="00B7776A"/>
    <w:rsid w:val="00B802A2"/>
    <w:rsid w:val="00B80C19"/>
    <w:rsid w:val="00B82A84"/>
    <w:rsid w:val="00B838B0"/>
    <w:rsid w:val="00B861D3"/>
    <w:rsid w:val="00B921B3"/>
    <w:rsid w:val="00BA040E"/>
    <w:rsid w:val="00BA2E3E"/>
    <w:rsid w:val="00BA7478"/>
    <w:rsid w:val="00BB116F"/>
    <w:rsid w:val="00BB5970"/>
    <w:rsid w:val="00BC4C74"/>
    <w:rsid w:val="00BC7498"/>
    <w:rsid w:val="00BD194C"/>
    <w:rsid w:val="00BD2B02"/>
    <w:rsid w:val="00BD3D8A"/>
    <w:rsid w:val="00BD5EE8"/>
    <w:rsid w:val="00BF238B"/>
    <w:rsid w:val="00BF42EC"/>
    <w:rsid w:val="00C036D0"/>
    <w:rsid w:val="00C105C2"/>
    <w:rsid w:val="00C11179"/>
    <w:rsid w:val="00C13F19"/>
    <w:rsid w:val="00C21A9A"/>
    <w:rsid w:val="00C262DD"/>
    <w:rsid w:val="00C30000"/>
    <w:rsid w:val="00C341D6"/>
    <w:rsid w:val="00C3606B"/>
    <w:rsid w:val="00C37519"/>
    <w:rsid w:val="00C40110"/>
    <w:rsid w:val="00C46346"/>
    <w:rsid w:val="00C5089E"/>
    <w:rsid w:val="00C51245"/>
    <w:rsid w:val="00C51B31"/>
    <w:rsid w:val="00C548F3"/>
    <w:rsid w:val="00C54E1F"/>
    <w:rsid w:val="00C63322"/>
    <w:rsid w:val="00C644A1"/>
    <w:rsid w:val="00C65676"/>
    <w:rsid w:val="00C74748"/>
    <w:rsid w:val="00C75DF1"/>
    <w:rsid w:val="00C76036"/>
    <w:rsid w:val="00C90142"/>
    <w:rsid w:val="00CA4D65"/>
    <w:rsid w:val="00CB5526"/>
    <w:rsid w:val="00CB62A5"/>
    <w:rsid w:val="00CB7403"/>
    <w:rsid w:val="00CD0E33"/>
    <w:rsid w:val="00CD3B4E"/>
    <w:rsid w:val="00CD7B0B"/>
    <w:rsid w:val="00CE1D4F"/>
    <w:rsid w:val="00CE273A"/>
    <w:rsid w:val="00CE3641"/>
    <w:rsid w:val="00CF183B"/>
    <w:rsid w:val="00CF2649"/>
    <w:rsid w:val="00CF274B"/>
    <w:rsid w:val="00CF2ACE"/>
    <w:rsid w:val="00CF3127"/>
    <w:rsid w:val="00CF3D28"/>
    <w:rsid w:val="00CF4558"/>
    <w:rsid w:val="00CF7E8F"/>
    <w:rsid w:val="00D05BF4"/>
    <w:rsid w:val="00D12684"/>
    <w:rsid w:val="00D175D2"/>
    <w:rsid w:val="00D213B9"/>
    <w:rsid w:val="00D21A43"/>
    <w:rsid w:val="00D24E86"/>
    <w:rsid w:val="00D25C83"/>
    <w:rsid w:val="00D33242"/>
    <w:rsid w:val="00D357E9"/>
    <w:rsid w:val="00D35E87"/>
    <w:rsid w:val="00D43B60"/>
    <w:rsid w:val="00D447B2"/>
    <w:rsid w:val="00D47D6D"/>
    <w:rsid w:val="00D53D03"/>
    <w:rsid w:val="00D56923"/>
    <w:rsid w:val="00D571ED"/>
    <w:rsid w:val="00D6051B"/>
    <w:rsid w:val="00D64E4F"/>
    <w:rsid w:val="00D66617"/>
    <w:rsid w:val="00D704B5"/>
    <w:rsid w:val="00D70539"/>
    <w:rsid w:val="00D77DB5"/>
    <w:rsid w:val="00D77E5B"/>
    <w:rsid w:val="00D80589"/>
    <w:rsid w:val="00D81DD3"/>
    <w:rsid w:val="00D8279E"/>
    <w:rsid w:val="00D82C21"/>
    <w:rsid w:val="00D83008"/>
    <w:rsid w:val="00D83A79"/>
    <w:rsid w:val="00D85CF1"/>
    <w:rsid w:val="00D8732C"/>
    <w:rsid w:val="00D87796"/>
    <w:rsid w:val="00D93FB1"/>
    <w:rsid w:val="00DA3F0E"/>
    <w:rsid w:val="00DA7173"/>
    <w:rsid w:val="00DB371A"/>
    <w:rsid w:val="00DB7703"/>
    <w:rsid w:val="00DC4214"/>
    <w:rsid w:val="00DD332E"/>
    <w:rsid w:val="00DD5A45"/>
    <w:rsid w:val="00DD65CF"/>
    <w:rsid w:val="00DD6681"/>
    <w:rsid w:val="00DE5658"/>
    <w:rsid w:val="00DE5E2B"/>
    <w:rsid w:val="00DF3BED"/>
    <w:rsid w:val="00DF79EE"/>
    <w:rsid w:val="00E01471"/>
    <w:rsid w:val="00E028E0"/>
    <w:rsid w:val="00E03A23"/>
    <w:rsid w:val="00E065F6"/>
    <w:rsid w:val="00E06E56"/>
    <w:rsid w:val="00E07D54"/>
    <w:rsid w:val="00E142A7"/>
    <w:rsid w:val="00E17993"/>
    <w:rsid w:val="00E343EC"/>
    <w:rsid w:val="00E357B0"/>
    <w:rsid w:val="00E37BA8"/>
    <w:rsid w:val="00E41898"/>
    <w:rsid w:val="00E507B0"/>
    <w:rsid w:val="00E509F6"/>
    <w:rsid w:val="00E50A05"/>
    <w:rsid w:val="00E527C5"/>
    <w:rsid w:val="00E60746"/>
    <w:rsid w:val="00E61604"/>
    <w:rsid w:val="00E6463C"/>
    <w:rsid w:val="00E704F7"/>
    <w:rsid w:val="00E70E39"/>
    <w:rsid w:val="00E733A5"/>
    <w:rsid w:val="00E74664"/>
    <w:rsid w:val="00E771BB"/>
    <w:rsid w:val="00E8530D"/>
    <w:rsid w:val="00E93714"/>
    <w:rsid w:val="00E96E44"/>
    <w:rsid w:val="00EA25F4"/>
    <w:rsid w:val="00EA3059"/>
    <w:rsid w:val="00EA5F6D"/>
    <w:rsid w:val="00EB157A"/>
    <w:rsid w:val="00EB396E"/>
    <w:rsid w:val="00EB4BA3"/>
    <w:rsid w:val="00EB4CA3"/>
    <w:rsid w:val="00EC2A0A"/>
    <w:rsid w:val="00EC2AE5"/>
    <w:rsid w:val="00EC6711"/>
    <w:rsid w:val="00EC6BA9"/>
    <w:rsid w:val="00ED2327"/>
    <w:rsid w:val="00ED36D8"/>
    <w:rsid w:val="00ED4804"/>
    <w:rsid w:val="00EE518D"/>
    <w:rsid w:val="00EF008B"/>
    <w:rsid w:val="00EF1306"/>
    <w:rsid w:val="00EF6AD8"/>
    <w:rsid w:val="00F00512"/>
    <w:rsid w:val="00F0074A"/>
    <w:rsid w:val="00F03F9E"/>
    <w:rsid w:val="00F2270A"/>
    <w:rsid w:val="00F25072"/>
    <w:rsid w:val="00F25DA5"/>
    <w:rsid w:val="00F3027C"/>
    <w:rsid w:val="00F41B06"/>
    <w:rsid w:val="00F5129F"/>
    <w:rsid w:val="00F60E10"/>
    <w:rsid w:val="00F76D89"/>
    <w:rsid w:val="00F811E2"/>
    <w:rsid w:val="00F8601E"/>
    <w:rsid w:val="00F94985"/>
    <w:rsid w:val="00F951A9"/>
    <w:rsid w:val="00FA5BBD"/>
    <w:rsid w:val="00FA5D65"/>
    <w:rsid w:val="00FA6F0E"/>
    <w:rsid w:val="00FB0623"/>
    <w:rsid w:val="00FB07CC"/>
    <w:rsid w:val="00FB43AF"/>
    <w:rsid w:val="00FC0B8E"/>
    <w:rsid w:val="00FC60CD"/>
    <w:rsid w:val="00FD469A"/>
    <w:rsid w:val="00FD63F0"/>
    <w:rsid w:val="00FD7163"/>
    <w:rsid w:val="00FE0567"/>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3515F"/>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character" w:styleId="NichtaufgelsteErwhnung">
    <w:name w:val="Unresolved Mention"/>
    <w:basedOn w:val="Absatz-Standardschriftart"/>
    <w:uiPriority w:val="99"/>
    <w:semiHidden/>
    <w:unhideWhenUsed/>
    <w:rsid w:val="007B1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31465325">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plan-software.com/emanag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UserInfo>
        <DisplayName>Niehus, Hauke</DisplayName>
        <AccountId>162</AccountId>
        <AccountType/>
      </UserInfo>
      <UserInfo>
        <DisplayName>Dieter Pesch</DisplayName>
        <AccountId>2395</AccountId>
        <AccountType/>
      </UserInfo>
      <UserInfo>
        <DisplayName>Koestler, Florian</DisplayName>
        <AccountId>2144</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868ee9d5-8c47-4322-88f4-9b03f66ae380" ContentTypeId="0x0101000CDC54093BE90C4E8EB0BA503C510D90"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68856e-6b7f-4b9d-8496-3d4fa7eedc26"/>
    <ds:schemaRef ds:uri="http://schemas.microsoft.com/sharepoint/v4"/>
    <ds:schemaRef ds:uri="http://schemas.microsoft.com/sharepoint.v3"/>
    <ds:schemaRef ds:uri="ecf3afa4-822f-41d0-87f4-ed35996c19dc"/>
    <ds:schemaRef ds:uri="4c337a84-f91c-48f4-b8e7-1ef65cf0649a"/>
  </ds:schemaRefs>
</ds:datastoreItem>
</file>

<file path=customXml/itemProps3.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5.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6.xml><?xml version="1.0" encoding="utf-8"?>
<ds:datastoreItem xmlns:ds="http://schemas.openxmlformats.org/officeDocument/2006/customXml" ds:itemID="{0784F756-AD3F-42FB-BA7F-F275F3856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3</Pages>
  <Words>645</Words>
  <Characters>4066</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Projekt im Zentrum</vt:lpstr>
      <vt:lpstr>Pressemeldung Eplan Projekt im Zentrum</vt:lpstr>
    </vt:vector>
  </TitlesOfParts>
  <Company>Eplan</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Projekt im Zentrum</dc:title>
  <dc:creator>hag</dc:creator>
  <cp:lastModifiedBy>Büsgen, Robin</cp:lastModifiedBy>
  <cp:revision>3</cp:revision>
  <cp:lastPrinted>2016-11-07T08:13:00Z</cp:lastPrinted>
  <dcterms:created xsi:type="dcterms:W3CDTF">2021-03-23T08:20:00Z</dcterms:created>
  <dcterms:modified xsi:type="dcterms:W3CDTF">2021-03-23T08:26:00Z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